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CF1A8" w14:textId="77777777" w:rsidR="00060F7E" w:rsidRPr="00060F7E" w:rsidRDefault="00060F7E">
      <w:pPr>
        <w:pStyle w:val="Title"/>
        <w:rPr>
          <w:sz w:val="48"/>
          <w:szCs w:val="48"/>
        </w:rPr>
      </w:pPr>
      <w:r w:rsidRPr="00060F7E">
        <w:rPr>
          <w:sz w:val="48"/>
          <w:szCs w:val="48"/>
        </w:rPr>
        <w:t>LESSON PLAN</w:t>
      </w:r>
    </w:p>
    <w:p w14:paraId="0E9FAEEC" w14:textId="77777777" w:rsidR="00060F7E" w:rsidRDefault="00060F7E">
      <w:pPr>
        <w:pStyle w:val="Title"/>
      </w:pPr>
    </w:p>
    <w:p w14:paraId="1F065500" w14:textId="77777777" w:rsidR="00A846AD" w:rsidRPr="00420D8B" w:rsidRDefault="00A846AD" w:rsidP="00A846AD">
      <w:pPr>
        <w:pStyle w:val="Title"/>
        <w:rPr>
          <w:b w:val="0"/>
          <w:i w:val="0"/>
          <w:sz w:val="24"/>
        </w:rPr>
      </w:pPr>
      <w:r>
        <w:t>Course Description</w:t>
      </w:r>
      <w:r>
        <w:rPr>
          <w:i w:val="0"/>
        </w:rPr>
        <w:t xml:space="preserve"> </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440"/>
        <w:gridCol w:w="2340"/>
        <w:gridCol w:w="2970"/>
        <w:gridCol w:w="360"/>
        <w:gridCol w:w="3870"/>
      </w:tblGrid>
      <w:tr w:rsidR="00A846AD" w14:paraId="77F86293" w14:textId="77777777" w:rsidTr="003236E3">
        <w:trPr>
          <w:cantSplit/>
          <w:trHeight w:hRule="exact" w:val="339"/>
        </w:trPr>
        <w:tc>
          <w:tcPr>
            <w:tcW w:w="1440" w:type="dxa"/>
            <w:tcBorders>
              <w:top w:val="single" w:sz="6" w:space="0" w:color="auto"/>
              <w:bottom w:val="single" w:sz="6" w:space="0" w:color="auto"/>
            </w:tcBorders>
            <w:shd w:val="clear" w:color="auto" w:fill="C0C0C0"/>
          </w:tcPr>
          <w:p w14:paraId="50F79C7E" w14:textId="77777777" w:rsidR="00A846AD" w:rsidRDefault="00A846AD" w:rsidP="003236E3">
            <w:pPr>
              <w:pStyle w:val="Header"/>
              <w:tabs>
                <w:tab w:val="clear" w:pos="4320"/>
                <w:tab w:val="clear" w:pos="8640"/>
              </w:tabs>
              <w:spacing w:before="100" w:after="100"/>
              <w:jc w:val="center"/>
              <w:rPr>
                <w:smallCaps/>
              </w:rPr>
            </w:pPr>
            <w:r>
              <w:rPr>
                <w:smallCaps/>
              </w:rPr>
              <w:t>Teacher:</w:t>
            </w:r>
          </w:p>
        </w:tc>
        <w:tc>
          <w:tcPr>
            <w:tcW w:w="2340" w:type="dxa"/>
            <w:tcBorders>
              <w:top w:val="single" w:sz="6" w:space="0" w:color="auto"/>
            </w:tcBorders>
          </w:tcPr>
          <w:p w14:paraId="463B7027" w14:textId="77777777" w:rsidR="00A846AD" w:rsidRDefault="00A846AD" w:rsidP="003236E3">
            <w:pPr>
              <w:spacing w:before="100" w:after="100"/>
            </w:pPr>
            <w:r>
              <w:t xml:space="preserve">Alexa DeRose </w:t>
            </w:r>
          </w:p>
        </w:tc>
        <w:tc>
          <w:tcPr>
            <w:tcW w:w="3330" w:type="dxa"/>
            <w:gridSpan w:val="2"/>
            <w:tcBorders>
              <w:top w:val="single" w:sz="6" w:space="0" w:color="auto"/>
            </w:tcBorders>
          </w:tcPr>
          <w:p w14:paraId="714A74F6" w14:textId="77777777" w:rsidR="00A846AD" w:rsidRDefault="00A846AD" w:rsidP="003236E3">
            <w:pPr>
              <w:pStyle w:val="Header"/>
              <w:tabs>
                <w:tab w:val="clear" w:pos="4320"/>
                <w:tab w:val="clear" w:pos="8640"/>
              </w:tabs>
              <w:spacing w:before="100" w:after="100"/>
              <w:rPr>
                <w:smallCaps/>
              </w:rPr>
            </w:pPr>
            <w:r>
              <w:rPr>
                <w:smallCaps/>
              </w:rPr>
              <w:t xml:space="preserve">Course: </w:t>
            </w:r>
            <w:r>
              <w:rPr>
                <w:smallCaps/>
              </w:rPr>
              <w:t xml:space="preserve"> Mathematics </w:t>
            </w:r>
          </w:p>
          <w:p w14:paraId="5075F7AE" w14:textId="77777777" w:rsidR="00A846AD" w:rsidRDefault="00A846AD" w:rsidP="003236E3">
            <w:pPr>
              <w:spacing w:before="100" w:after="100"/>
            </w:pPr>
          </w:p>
          <w:p w14:paraId="58ABA0DB" w14:textId="77777777" w:rsidR="00A846AD" w:rsidRDefault="00A846AD" w:rsidP="003236E3">
            <w:pPr>
              <w:spacing w:before="100" w:after="100"/>
            </w:pPr>
          </w:p>
        </w:tc>
        <w:tc>
          <w:tcPr>
            <w:tcW w:w="3870" w:type="dxa"/>
            <w:tcBorders>
              <w:top w:val="single" w:sz="6" w:space="0" w:color="auto"/>
            </w:tcBorders>
          </w:tcPr>
          <w:p w14:paraId="4B46D8CF" w14:textId="77777777" w:rsidR="00A846AD" w:rsidRPr="00060F7E" w:rsidRDefault="00A846AD" w:rsidP="003236E3">
            <w:r>
              <w:rPr>
                <w:smallCaps/>
              </w:rPr>
              <w:t xml:space="preserve">Department: Education </w:t>
            </w:r>
          </w:p>
        </w:tc>
      </w:tr>
      <w:tr w:rsidR="00A846AD" w14:paraId="1A996D63" w14:textId="77777777" w:rsidTr="003236E3">
        <w:trPr>
          <w:cantSplit/>
          <w:trHeight w:hRule="exact" w:val="357"/>
        </w:trPr>
        <w:tc>
          <w:tcPr>
            <w:tcW w:w="1440" w:type="dxa"/>
            <w:tcBorders>
              <w:top w:val="single" w:sz="6" w:space="0" w:color="auto"/>
              <w:bottom w:val="single" w:sz="6" w:space="0" w:color="auto"/>
            </w:tcBorders>
            <w:shd w:val="clear" w:color="auto" w:fill="C0C0C0"/>
          </w:tcPr>
          <w:p w14:paraId="0EEA9864" w14:textId="77777777" w:rsidR="00A846AD" w:rsidRDefault="00A846AD" w:rsidP="003236E3">
            <w:pPr>
              <w:spacing w:before="100" w:after="100"/>
              <w:jc w:val="center"/>
              <w:rPr>
                <w:b/>
                <w:smallCaps/>
              </w:rPr>
            </w:pPr>
            <w:r>
              <w:rPr>
                <w:smallCaps/>
              </w:rPr>
              <w:t>Grade Level:</w:t>
            </w:r>
          </w:p>
        </w:tc>
        <w:tc>
          <w:tcPr>
            <w:tcW w:w="2340" w:type="dxa"/>
          </w:tcPr>
          <w:p w14:paraId="58E4F8E3" w14:textId="77777777" w:rsidR="00A846AD" w:rsidRDefault="00A846AD" w:rsidP="003236E3">
            <w:pPr>
              <w:spacing w:before="100" w:after="100"/>
            </w:pPr>
            <w:r>
              <w:t>3rd</w:t>
            </w:r>
          </w:p>
        </w:tc>
        <w:tc>
          <w:tcPr>
            <w:tcW w:w="2970" w:type="dxa"/>
            <w:tcBorders>
              <w:right w:val="nil"/>
            </w:tcBorders>
          </w:tcPr>
          <w:p w14:paraId="632CFE05" w14:textId="77777777" w:rsidR="00A846AD" w:rsidRDefault="00A846AD" w:rsidP="003236E3">
            <w:pPr>
              <w:spacing w:before="100" w:after="100"/>
              <w:rPr>
                <w:b/>
                <w:smallCaps/>
              </w:rPr>
            </w:pPr>
            <w:r>
              <w:rPr>
                <w:smallCaps/>
              </w:rPr>
              <w:t>Total Students:</w:t>
            </w:r>
            <w:r>
              <w:rPr>
                <w:smallCaps/>
              </w:rPr>
              <w:t xml:space="preserve"> 26</w:t>
            </w:r>
          </w:p>
        </w:tc>
        <w:tc>
          <w:tcPr>
            <w:tcW w:w="360" w:type="dxa"/>
            <w:tcBorders>
              <w:left w:val="nil"/>
            </w:tcBorders>
          </w:tcPr>
          <w:p w14:paraId="5019F2B0" w14:textId="77777777" w:rsidR="00A846AD" w:rsidRPr="00060F7E" w:rsidRDefault="00A846AD" w:rsidP="003236E3"/>
        </w:tc>
        <w:tc>
          <w:tcPr>
            <w:tcW w:w="3870" w:type="dxa"/>
          </w:tcPr>
          <w:p w14:paraId="0E8020DC" w14:textId="77777777" w:rsidR="00A846AD" w:rsidRDefault="00A846AD" w:rsidP="003236E3">
            <w:pPr>
              <w:pStyle w:val="Header"/>
              <w:tabs>
                <w:tab w:val="clear" w:pos="4320"/>
                <w:tab w:val="clear" w:pos="8640"/>
              </w:tabs>
              <w:spacing w:before="100" w:after="100"/>
              <w:rPr>
                <w:smallCaps/>
              </w:rPr>
            </w:pPr>
            <w:r>
              <w:rPr>
                <w:smallCaps/>
              </w:rPr>
              <w:t xml:space="preserve">Date:  </w:t>
            </w:r>
            <w:r>
              <w:rPr>
                <w:smallCaps/>
              </w:rPr>
              <w:t>september 24,2014</w:t>
            </w:r>
            <w:r>
              <w:rPr>
                <w:smallCaps/>
              </w:rPr>
              <w:t xml:space="preserve"> </w:t>
            </w:r>
          </w:p>
          <w:p w14:paraId="64794002" w14:textId="77777777" w:rsidR="00A846AD" w:rsidRDefault="00A846AD" w:rsidP="003236E3">
            <w:pPr>
              <w:spacing w:before="100" w:after="100"/>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846AD" w14:paraId="34F106E3" w14:textId="77777777" w:rsidTr="003236E3">
        <w:trPr>
          <w:cantSplit/>
          <w:trHeight w:hRule="exact" w:val="357"/>
        </w:trPr>
        <w:tc>
          <w:tcPr>
            <w:tcW w:w="1440" w:type="dxa"/>
            <w:tcBorders>
              <w:top w:val="single" w:sz="6" w:space="0" w:color="auto"/>
              <w:bottom w:val="single" w:sz="6" w:space="0" w:color="auto"/>
            </w:tcBorders>
            <w:shd w:val="clear" w:color="auto" w:fill="C0C0C0"/>
          </w:tcPr>
          <w:p w14:paraId="0B062E95" w14:textId="77777777" w:rsidR="00A846AD" w:rsidRDefault="00A846AD" w:rsidP="003236E3">
            <w:pPr>
              <w:spacing w:before="100" w:after="100"/>
              <w:jc w:val="center"/>
              <w:rPr>
                <w:smallCaps/>
              </w:rPr>
            </w:pPr>
            <w:r>
              <w:rPr>
                <w:smallCaps/>
              </w:rPr>
              <w:t>Time/Period:</w:t>
            </w:r>
          </w:p>
        </w:tc>
        <w:tc>
          <w:tcPr>
            <w:tcW w:w="9540" w:type="dxa"/>
            <w:gridSpan w:val="4"/>
          </w:tcPr>
          <w:p w14:paraId="0735C5C7" w14:textId="77777777" w:rsidR="00A846AD" w:rsidRDefault="00A846AD" w:rsidP="003236E3">
            <w:pPr>
              <w:spacing w:before="100" w:after="100"/>
            </w:pPr>
            <w:r>
              <w:t xml:space="preserve">40 Minutes </w:t>
            </w:r>
          </w:p>
        </w:tc>
      </w:tr>
      <w:tr w:rsidR="00A846AD" w14:paraId="7DD92A75" w14:textId="77777777" w:rsidTr="003236E3">
        <w:trPr>
          <w:cantSplit/>
          <w:trHeight w:hRule="exact" w:val="357"/>
        </w:trPr>
        <w:tc>
          <w:tcPr>
            <w:tcW w:w="1440" w:type="dxa"/>
            <w:tcBorders>
              <w:top w:val="single" w:sz="6" w:space="0" w:color="auto"/>
              <w:bottom w:val="single" w:sz="6" w:space="0" w:color="auto"/>
            </w:tcBorders>
            <w:shd w:val="clear" w:color="auto" w:fill="C0C0C0"/>
          </w:tcPr>
          <w:p w14:paraId="1DA1F0A8" w14:textId="77777777" w:rsidR="00A846AD" w:rsidRDefault="00A846AD" w:rsidP="003236E3">
            <w:pPr>
              <w:spacing w:before="100" w:after="100"/>
              <w:jc w:val="center"/>
              <w:rPr>
                <w:smallCaps/>
              </w:rPr>
            </w:pPr>
            <w:r>
              <w:rPr>
                <w:smallCaps/>
              </w:rPr>
              <w:t>Topics:</w:t>
            </w:r>
          </w:p>
        </w:tc>
        <w:tc>
          <w:tcPr>
            <w:tcW w:w="9540" w:type="dxa"/>
            <w:gridSpan w:val="4"/>
          </w:tcPr>
          <w:p w14:paraId="689A2DBA" w14:textId="77777777" w:rsidR="00A846AD" w:rsidRDefault="00A846AD" w:rsidP="003236E3">
            <w:pPr>
              <w:spacing w:before="100" w:after="100"/>
            </w:pPr>
            <w:r>
              <w:t>Mathematics, Addition &amp; Subtraction</w:t>
            </w:r>
          </w:p>
        </w:tc>
      </w:tr>
    </w:tbl>
    <w:p w14:paraId="0F3ECE4E" w14:textId="77777777" w:rsidR="00687D9C" w:rsidRPr="00420D8B" w:rsidRDefault="00687D9C" w:rsidP="00A846AD">
      <w:pPr>
        <w:pStyle w:val="Title"/>
        <w:jc w:val="left"/>
        <w:rPr>
          <w:b w:val="0"/>
          <w:i w:val="0"/>
          <w:sz w:val="24"/>
        </w:rPr>
      </w:pPr>
    </w:p>
    <w:p w14:paraId="777D4D4A" w14:textId="77777777" w:rsidR="00687D9C" w:rsidRDefault="00687D9C">
      <w:pPr>
        <w:jc w:val="center"/>
        <w:rPr>
          <w:sz w:val="24"/>
        </w:rPr>
      </w:pPr>
    </w:p>
    <w:p w14:paraId="1D0B109D" w14:textId="77777777" w:rsidR="00687D9C" w:rsidRPr="00420D8B" w:rsidRDefault="00E614DC">
      <w:pPr>
        <w:pStyle w:val="Heading1"/>
        <w:rPr>
          <w:sz w:val="28"/>
        </w:rPr>
      </w:pPr>
      <w:r>
        <w:rPr>
          <w:b/>
          <w:i/>
          <w:sz w:val="28"/>
        </w:rPr>
        <w:t>PA Common Core</w:t>
      </w:r>
      <w:r w:rsidR="00687D9C">
        <w:rPr>
          <w:b/>
          <w:i/>
          <w:sz w:val="28"/>
        </w:rPr>
        <w:t xml:space="preserve"> Standards</w:t>
      </w:r>
      <w:r w:rsidR="00D86195">
        <w:rPr>
          <w:sz w:val="28"/>
        </w:rPr>
        <w:t xml:space="preserve"> </w:t>
      </w:r>
    </w:p>
    <w:p w14:paraId="4C890CE8" w14:textId="77777777" w:rsidR="00687D9C" w:rsidRPr="0068361C" w:rsidRDefault="00C252A2" w:rsidP="001453DC">
      <w:pPr>
        <w:jc w:val="center"/>
        <w:sectPr w:rsidR="00687D9C" w:rsidRPr="0068361C">
          <w:headerReference w:type="default" r:id="rId8"/>
          <w:footerReference w:type="default" r:id="rId9"/>
          <w:pgSz w:w="12240" w:h="15840"/>
          <w:pgMar w:top="720" w:right="720" w:bottom="720" w:left="720" w:header="720" w:footer="720" w:gutter="0"/>
          <w:cols w:space="720"/>
        </w:sectPr>
      </w:pPr>
      <w:bookmarkStart w:id="0" w:name="_GoBack"/>
      <w:r>
        <w:rPr>
          <w:b/>
          <w:i/>
        </w:rPr>
        <w:t>Referenced from</w:t>
      </w:r>
      <w:r w:rsidR="00687D9C">
        <w:rPr>
          <w:b/>
          <w:i/>
        </w:rPr>
        <w:t xml:space="preserve"> </w:t>
      </w:r>
      <w:hyperlink r:id="rId10" w:history="1">
        <w:r w:rsidR="0068361C" w:rsidRPr="004A01A1">
          <w:rPr>
            <w:rStyle w:val="Hyperlink"/>
          </w:rPr>
          <w:t>http://www.pdesas.or</w:t>
        </w:r>
        <w:r w:rsidR="0068361C" w:rsidRPr="004A01A1">
          <w:rPr>
            <w:rStyle w:val="Hyperlink"/>
          </w:rPr>
          <w:t>g</w:t>
        </w:r>
        <w:r w:rsidR="0068361C" w:rsidRPr="004A01A1">
          <w:rPr>
            <w:rStyle w:val="Hyperlink"/>
          </w:rPr>
          <w:t>/</w:t>
        </w:r>
      </w:hyperlink>
      <w:proofErr w:type="gramStart"/>
      <w:r w:rsidR="0068361C">
        <w:t xml:space="preserve"> </w:t>
      </w:r>
      <w:r w:rsidR="001453DC">
        <w:t xml:space="preserve"> </w:t>
      </w:r>
      <w:r w:rsidR="00687D9C">
        <w:rPr>
          <w:b/>
          <w:i/>
        </w:rPr>
        <w:t>for</w:t>
      </w:r>
      <w:proofErr w:type="gramEnd"/>
      <w:r w:rsidR="00687D9C">
        <w:rPr>
          <w:b/>
          <w:i/>
        </w:rPr>
        <w:t xml:space="preserve"> PA State approved academic standards</w:t>
      </w:r>
      <w:r w:rsidR="00FE720A">
        <w:rPr>
          <w:b/>
          <w:i/>
        </w:rPr>
        <w:t xml:space="preserve"> </w:t>
      </w:r>
      <w:r w:rsidR="001453DC">
        <w:rPr>
          <w:b/>
          <w:i/>
        </w:rPr>
        <w:t>(</w:t>
      </w:r>
      <w:r w:rsidR="00FE720A">
        <w:rPr>
          <w:b/>
          <w:i/>
        </w:rPr>
        <w:t xml:space="preserve">Grade-specific </w:t>
      </w:r>
      <w:r w:rsidR="001453DC">
        <w:rPr>
          <w:b/>
          <w:i/>
        </w:rPr>
        <w:t>Numbers &amp; Descriptions)</w:t>
      </w:r>
    </w:p>
    <w:bookmarkEnd w:id="0"/>
    <w:p w14:paraId="40C11120" w14:textId="77777777" w:rsidR="00687D9C" w:rsidRDefault="00687D9C">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14:paraId="09E7D470" w14:textId="77777777">
        <w:trPr>
          <w:trHeight w:val="467"/>
        </w:trPr>
        <w:tc>
          <w:tcPr>
            <w:tcW w:w="11016" w:type="dxa"/>
          </w:tcPr>
          <w:p w14:paraId="49BAC13B" w14:textId="77777777" w:rsidR="00B7410D" w:rsidRDefault="00B7410D" w:rsidP="00DB43E8">
            <w:pPr>
              <w:rPr>
                <w:sz w:val="24"/>
                <w:szCs w:val="24"/>
              </w:rPr>
            </w:pPr>
          </w:p>
          <w:p w14:paraId="1C93CEA6" w14:textId="77777777" w:rsidR="00FA47A8" w:rsidRPr="008F5A17" w:rsidRDefault="00FA47A8" w:rsidP="00DB43E8">
            <w:pPr>
              <w:rPr>
                <w:rFonts w:ascii="Times" w:hAnsi="Times" w:cs="Helvetica Neue"/>
                <w:color w:val="33322F"/>
                <w:sz w:val="24"/>
                <w:szCs w:val="24"/>
              </w:rPr>
            </w:pPr>
            <w:r w:rsidRPr="008F5A17">
              <w:rPr>
                <w:rFonts w:ascii="Times" w:hAnsi="Times" w:cs="Helvetica Neue"/>
                <w:b/>
                <w:bCs/>
                <w:color w:val="33322F"/>
                <w:sz w:val="24"/>
                <w:szCs w:val="24"/>
              </w:rPr>
              <w:t>3.A.2.1.1:</w:t>
            </w:r>
            <w:r w:rsidRPr="008F5A17">
              <w:rPr>
                <w:rFonts w:ascii="Times" w:hAnsi="Times" w:cs="Helvetica Neue"/>
                <w:color w:val="33322F"/>
                <w:sz w:val="24"/>
                <w:szCs w:val="24"/>
              </w:rPr>
              <w:t xml:space="preserve"> Represent multiplication as repeated addition.</w:t>
            </w:r>
          </w:p>
          <w:p w14:paraId="6D6B8474" w14:textId="77777777" w:rsidR="00D474A4" w:rsidRPr="008F5A17" w:rsidRDefault="00FA47A8" w:rsidP="00DB43E8">
            <w:pPr>
              <w:rPr>
                <w:rFonts w:ascii="Times" w:hAnsi="Times"/>
                <w:sz w:val="24"/>
                <w:szCs w:val="24"/>
              </w:rPr>
            </w:pPr>
            <w:r w:rsidRPr="008F5A17">
              <w:rPr>
                <w:rFonts w:ascii="Times" w:hAnsi="Times" w:cs="Helvetica Neue"/>
                <w:b/>
                <w:bCs/>
                <w:color w:val="33322F"/>
                <w:sz w:val="24"/>
                <w:szCs w:val="24"/>
              </w:rPr>
              <w:t>3.A.3.1.2:</w:t>
            </w:r>
            <w:r w:rsidRPr="008F5A17">
              <w:rPr>
                <w:rFonts w:ascii="Times" w:hAnsi="Times" w:cs="Helvetica Neue"/>
                <w:color w:val="33322F"/>
                <w:sz w:val="24"/>
                <w:szCs w:val="24"/>
              </w:rPr>
              <w:t xml:space="preserve"> Solve problems involving multiplication through the 9’s tables through 9x5.</w:t>
            </w:r>
          </w:p>
          <w:p w14:paraId="50C5414A" w14:textId="77777777" w:rsidR="00FE720A" w:rsidRPr="008F5A17" w:rsidRDefault="00FA47A8" w:rsidP="00DB43E8">
            <w:pPr>
              <w:rPr>
                <w:rFonts w:ascii="Times" w:hAnsi="Times"/>
                <w:sz w:val="24"/>
                <w:szCs w:val="24"/>
              </w:rPr>
            </w:pPr>
            <w:r w:rsidRPr="008F5A17">
              <w:rPr>
                <w:rFonts w:ascii="Times" w:hAnsi="Times" w:cs="Helvetica Neue"/>
                <w:b/>
                <w:bCs/>
                <w:color w:val="33322F"/>
                <w:sz w:val="24"/>
                <w:szCs w:val="24"/>
              </w:rPr>
              <w:t>3.A.3.1.1:</w:t>
            </w:r>
            <w:r w:rsidRPr="008F5A17">
              <w:rPr>
                <w:rFonts w:ascii="Times" w:hAnsi="Times" w:cs="Helvetica Neue"/>
                <w:color w:val="33322F"/>
                <w:sz w:val="24"/>
                <w:szCs w:val="24"/>
              </w:rPr>
              <w:t xml:space="preserve"> Solve single- and double- digit addition and subtraction problems with and without regrouping in vertical or horizontal form.</w:t>
            </w:r>
          </w:p>
          <w:p w14:paraId="3A668422" w14:textId="77777777" w:rsidR="00B7410D" w:rsidRPr="00DB43E8" w:rsidRDefault="00B7410D" w:rsidP="00DB43E8">
            <w:pPr>
              <w:rPr>
                <w:sz w:val="24"/>
                <w:szCs w:val="24"/>
              </w:rPr>
            </w:pPr>
          </w:p>
        </w:tc>
      </w:tr>
    </w:tbl>
    <w:p w14:paraId="1DCD7620" w14:textId="77777777" w:rsidR="00687D9C" w:rsidRDefault="00687D9C">
      <w:pPr>
        <w:rPr>
          <w:b/>
          <w:i/>
          <w:sz w:val="28"/>
        </w:rPr>
      </w:pPr>
    </w:p>
    <w:p w14:paraId="6E396E42" w14:textId="77777777" w:rsidR="00D474A4" w:rsidRDefault="00D474A4">
      <w:pPr>
        <w:sectPr w:rsidR="00D474A4">
          <w:type w:val="continuous"/>
          <w:pgSz w:w="12240" w:h="15840"/>
          <w:pgMar w:top="720" w:right="720" w:bottom="720" w:left="720" w:header="720" w:footer="720" w:gutter="0"/>
          <w:cols w:space="720"/>
          <w:formProt w:val="0"/>
        </w:sectPr>
      </w:pPr>
    </w:p>
    <w:p w14:paraId="2C47C281" w14:textId="77777777" w:rsidR="00687D9C" w:rsidRPr="00420D8B" w:rsidRDefault="00687D9C">
      <w:pPr>
        <w:pStyle w:val="Heading2"/>
        <w:rPr>
          <w:b w:val="0"/>
          <w:i w:val="0"/>
        </w:rPr>
      </w:pPr>
      <w:r>
        <w:lastRenderedPageBreak/>
        <w:t>Objectives</w:t>
      </w:r>
      <w:r w:rsidR="00420D8B">
        <w:t xml:space="preserve"> </w:t>
      </w:r>
    </w:p>
    <w:p w14:paraId="57FD9153" w14:textId="77777777" w:rsidR="00687D9C" w:rsidRDefault="00687D9C">
      <w:pPr>
        <w:jc w:val="center"/>
        <w:rPr>
          <w:b/>
          <w:i/>
        </w:rPr>
        <w:sectPr w:rsidR="00687D9C">
          <w:type w:val="continuous"/>
          <w:pgSz w:w="12240" w:h="15840"/>
          <w:pgMar w:top="720" w:right="720" w:bottom="720" w:left="720" w:header="720" w:footer="720" w:gutter="0"/>
          <w:cols w:space="720"/>
        </w:sectPr>
      </w:pPr>
      <w:r>
        <w:rPr>
          <w:b/>
          <w:i/>
        </w:rPr>
        <w:t xml:space="preserve">Objectives correspond with PA State </w:t>
      </w:r>
      <w:r w:rsidR="00060F7E">
        <w:rPr>
          <w:b/>
          <w:i/>
        </w:rPr>
        <w:t xml:space="preserve">Common Core </w:t>
      </w:r>
      <w:r w:rsidR="00DA618A">
        <w:rPr>
          <w:b/>
          <w:i/>
        </w:rPr>
        <w:t>Standards listed above (SWBAT…)</w:t>
      </w:r>
    </w:p>
    <w:p w14:paraId="35BCFB6A" w14:textId="77777777" w:rsidR="00687D9C" w:rsidRPr="009B6234"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9B6234" w14:paraId="70E491A1" w14:textId="77777777">
        <w:trPr>
          <w:trHeight w:val="593"/>
        </w:trPr>
        <w:tc>
          <w:tcPr>
            <w:tcW w:w="11016" w:type="dxa"/>
          </w:tcPr>
          <w:p w14:paraId="2E05D851" w14:textId="77777777" w:rsidR="00B7410D" w:rsidRDefault="00FA47A8" w:rsidP="00B7410D">
            <w:pPr>
              <w:tabs>
                <w:tab w:val="left" w:pos="1110"/>
              </w:tabs>
              <w:autoSpaceDE w:val="0"/>
              <w:autoSpaceDN w:val="0"/>
              <w:adjustRightInd w:val="0"/>
              <w:rPr>
                <w:color w:val="000000"/>
                <w:sz w:val="24"/>
                <w:szCs w:val="24"/>
              </w:rPr>
            </w:pPr>
            <w:r w:rsidRPr="000F583F">
              <w:rPr>
                <w:b/>
                <w:color w:val="000000"/>
                <w:sz w:val="24"/>
                <w:szCs w:val="24"/>
              </w:rPr>
              <w:t>SWBAT:</w:t>
            </w:r>
            <w:r>
              <w:rPr>
                <w:color w:val="000000"/>
                <w:sz w:val="24"/>
                <w:szCs w:val="24"/>
              </w:rPr>
              <w:t xml:space="preserve"> Find the solution to addition and subtraction problems with two digit numbers</w:t>
            </w:r>
          </w:p>
          <w:p w14:paraId="314867DB" w14:textId="77777777" w:rsidR="00FA47A8" w:rsidRDefault="00FA47A8" w:rsidP="00B7410D">
            <w:pPr>
              <w:tabs>
                <w:tab w:val="left" w:pos="1110"/>
              </w:tabs>
              <w:autoSpaceDE w:val="0"/>
              <w:autoSpaceDN w:val="0"/>
              <w:adjustRightInd w:val="0"/>
              <w:rPr>
                <w:color w:val="000000"/>
                <w:sz w:val="24"/>
                <w:szCs w:val="24"/>
              </w:rPr>
            </w:pPr>
            <w:r w:rsidRPr="000F583F">
              <w:rPr>
                <w:b/>
                <w:color w:val="000000"/>
                <w:sz w:val="24"/>
                <w:szCs w:val="24"/>
              </w:rPr>
              <w:t>SWBAT:</w:t>
            </w:r>
            <w:r>
              <w:rPr>
                <w:color w:val="000000"/>
                <w:sz w:val="24"/>
                <w:szCs w:val="24"/>
              </w:rPr>
              <w:t xml:space="preserve"> Find the solution to subtraction problems with double-digit numbers. </w:t>
            </w:r>
          </w:p>
          <w:p w14:paraId="41C4FA86" w14:textId="77777777" w:rsidR="00B7410D" w:rsidRDefault="00FA47A8" w:rsidP="00B7410D">
            <w:pPr>
              <w:tabs>
                <w:tab w:val="left" w:pos="1110"/>
              </w:tabs>
              <w:autoSpaceDE w:val="0"/>
              <w:autoSpaceDN w:val="0"/>
              <w:adjustRightInd w:val="0"/>
              <w:rPr>
                <w:color w:val="000000"/>
                <w:sz w:val="24"/>
                <w:szCs w:val="24"/>
              </w:rPr>
            </w:pPr>
            <w:r w:rsidRPr="000F583F">
              <w:rPr>
                <w:b/>
                <w:color w:val="000000"/>
                <w:sz w:val="24"/>
                <w:szCs w:val="24"/>
              </w:rPr>
              <w:t>SWBAT:</w:t>
            </w:r>
            <w:r>
              <w:rPr>
                <w:color w:val="000000"/>
                <w:sz w:val="24"/>
                <w:szCs w:val="24"/>
              </w:rPr>
              <w:t xml:space="preserve"> </w:t>
            </w:r>
            <w:r w:rsidR="000F583F">
              <w:rPr>
                <w:color w:val="000000"/>
                <w:sz w:val="24"/>
                <w:szCs w:val="24"/>
              </w:rPr>
              <w:t xml:space="preserve">Understand multiplication as repeated addition and arrays. </w:t>
            </w:r>
          </w:p>
          <w:p w14:paraId="3CCBC8D6" w14:textId="77777777" w:rsidR="004C5151" w:rsidRPr="00DB43E8" w:rsidRDefault="004C5151" w:rsidP="00DB43E8">
            <w:pPr>
              <w:tabs>
                <w:tab w:val="left" w:pos="1110"/>
              </w:tabs>
              <w:autoSpaceDE w:val="0"/>
              <w:autoSpaceDN w:val="0"/>
              <w:adjustRightInd w:val="0"/>
              <w:rPr>
                <w:color w:val="000000"/>
                <w:sz w:val="24"/>
                <w:szCs w:val="24"/>
              </w:rPr>
            </w:pPr>
          </w:p>
        </w:tc>
      </w:tr>
    </w:tbl>
    <w:p w14:paraId="0BB3D02B" w14:textId="77777777" w:rsidR="00687D9C" w:rsidRDefault="00687D9C">
      <w:pPr>
        <w:jc w:val="center"/>
        <w:rPr>
          <w:b/>
          <w:i/>
          <w:sz w:val="28"/>
        </w:rPr>
        <w:sectPr w:rsidR="00687D9C">
          <w:type w:val="continuous"/>
          <w:pgSz w:w="12240" w:h="15840"/>
          <w:pgMar w:top="720" w:right="720" w:bottom="720" w:left="720" w:header="720" w:footer="720" w:gutter="0"/>
          <w:cols w:space="720"/>
          <w:formProt w:val="0"/>
        </w:sectPr>
      </w:pPr>
    </w:p>
    <w:p w14:paraId="0C45ACB5" w14:textId="77777777" w:rsidR="00DD2FAA" w:rsidRDefault="00DD2FAA">
      <w:pPr>
        <w:jc w:val="center"/>
        <w:rPr>
          <w:b/>
          <w:i/>
          <w:sz w:val="28"/>
        </w:rPr>
      </w:pPr>
    </w:p>
    <w:p w14:paraId="67FF603C" w14:textId="77777777" w:rsidR="00687D9C" w:rsidRDefault="008D773C">
      <w:pPr>
        <w:jc w:val="center"/>
        <w:rPr>
          <w:b/>
          <w:i/>
          <w:sz w:val="28"/>
        </w:rPr>
      </w:pPr>
      <w:r>
        <w:rPr>
          <w:b/>
          <w:i/>
          <w:sz w:val="28"/>
        </w:rPr>
        <w:t xml:space="preserve">Lesson </w:t>
      </w:r>
      <w:r w:rsidR="00687D9C">
        <w:rPr>
          <w:b/>
          <w:i/>
          <w:sz w:val="28"/>
        </w:rPr>
        <w:t>Introduction: (5-7 min)</w:t>
      </w:r>
    </w:p>
    <w:p w14:paraId="4B1BDEC0" w14:textId="77777777" w:rsidR="00DA618A" w:rsidRPr="00DA618A" w:rsidRDefault="00DA618A" w:rsidP="00DA618A">
      <w:pPr>
        <w:jc w:val="center"/>
        <w:rPr>
          <w:b/>
          <w:i/>
          <w:sz w:val="22"/>
          <w:szCs w:val="22"/>
        </w:rPr>
        <w:sectPr w:rsidR="00DA618A" w:rsidRPr="00DA618A">
          <w:type w:val="continuous"/>
          <w:pgSz w:w="12240" w:h="15840"/>
          <w:pgMar w:top="720" w:right="720" w:bottom="720" w:left="720" w:header="720" w:footer="720" w:gutter="0"/>
          <w:cols w:space="720"/>
        </w:sectPr>
      </w:pPr>
      <w:r w:rsidRPr="00DA618A">
        <w:rPr>
          <w:b/>
          <w:i/>
          <w:sz w:val="22"/>
          <w:szCs w:val="22"/>
        </w:rPr>
        <w:t>(Activate background knowledge &amp; set purpose)</w:t>
      </w:r>
    </w:p>
    <w:p w14:paraId="073D3662" w14:textId="77777777" w:rsidR="00687D9C" w:rsidRPr="00366AA2"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366AA2" w14:paraId="76CCD2E5" w14:textId="77777777">
        <w:trPr>
          <w:trHeight w:val="863"/>
        </w:trPr>
        <w:tc>
          <w:tcPr>
            <w:tcW w:w="11016" w:type="dxa"/>
          </w:tcPr>
          <w:p w14:paraId="525BFDC8" w14:textId="77777777" w:rsidR="00313E59" w:rsidRDefault="000F583F" w:rsidP="00B7410D">
            <w:pPr>
              <w:rPr>
                <w:sz w:val="24"/>
                <w:szCs w:val="24"/>
              </w:rPr>
            </w:pPr>
            <w:r>
              <w:rPr>
                <w:sz w:val="24"/>
                <w:szCs w:val="24"/>
              </w:rPr>
              <w:t xml:space="preserve">Teacher: Begin by reviewing </w:t>
            </w:r>
            <w:r w:rsidR="00472A51">
              <w:rPr>
                <w:sz w:val="24"/>
                <w:szCs w:val="24"/>
              </w:rPr>
              <w:t xml:space="preserve">single and double-digit multiplication, addition and subtraction problems. </w:t>
            </w:r>
          </w:p>
          <w:p w14:paraId="2E23B3A1" w14:textId="77777777" w:rsidR="005E217A" w:rsidRDefault="00472A51">
            <w:pPr>
              <w:rPr>
                <w:sz w:val="24"/>
                <w:szCs w:val="24"/>
              </w:rPr>
            </w:pPr>
            <w:r>
              <w:rPr>
                <w:sz w:val="24"/>
                <w:szCs w:val="24"/>
              </w:rPr>
              <w:t xml:space="preserve">Teacher: Ask the students </w:t>
            </w:r>
          </w:p>
          <w:p w14:paraId="2AAEF664" w14:textId="77777777" w:rsidR="00472A51" w:rsidRDefault="00472A51">
            <w:pPr>
              <w:rPr>
                <w:sz w:val="24"/>
                <w:szCs w:val="24"/>
              </w:rPr>
            </w:pPr>
            <w:r>
              <w:rPr>
                <w:sz w:val="24"/>
                <w:szCs w:val="24"/>
              </w:rPr>
              <w:t xml:space="preserve">Student Feedback: Teacher watches and listens to the students and then explains how these problems could be used in everyday life. </w:t>
            </w:r>
          </w:p>
          <w:p w14:paraId="152F1812" w14:textId="77777777" w:rsidR="00472A51" w:rsidRDefault="00472A51">
            <w:pPr>
              <w:rPr>
                <w:sz w:val="24"/>
                <w:szCs w:val="24"/>
              </w:rPr>
            </w:pPr>
            <w:r>
              <w:rPr>
                <w:sz w:val="24"/>
                <w:szCs w:val="24"/>
              </w:rPr>
              <w:t xml:space="preserve">Teacher: Distributes multiplication charts that allow students to work on their multiplication skills with numbers 1 through 10. </w:t>
            </w:r>
          </w:p>
          <w:p w14:paraId="4ABB37CA" w14:textId="77777777" w:rsidR="00472A51" w:rsidRDefault="00472A51">
            <w:pPr>
              <w:rPr>
                <w:sz w:val="24"/>
                <w:szCs w:val="24"/>
              </w:rPr>
            </w:pPr>
            <w:r>
              <w:rPr>
                <w:sz w:val="24"/>
                <w:szCs w:val="24"/>
              </w:rPr>
              <w:t>Students: Complete charts</w:t>
            </w:r>
          </w:p>
          <w:p w14:paraId="0B5824A4" w14:textId="77777777" w:rsidR="00A16B8B" w:rsidRDefault="00472A51">
            <w:pPr>
              <w:rPr>
                <w:sz w:val="24"/>
                <w:szCs w:val="24"/>
              </w:rPr>
            </w:pPr>
            <w:r>
              <w:rPr>
                <w:sz w:val="24"/>
                <w:szCs w:val="24"/>
              </w:rPr>
              <w:t>Teacher: Goes over the chart to make sure that the students have the right solutions to serve as a guideline.</w:t>
            </w:r>
          </w:p>
          <w:p w14:paraId="4F825C67" w14:textId="77777777" w:rsidR="00B7410D" w:rsidRDefault="00B7410D">
            <w:pPr>
              <w:rPr>
                <w:sz w:val="24"/>
                <w:szCs w:val="24"/>
              </w:rPr>
            </w:pPr>
          </w:p>
          <w:p w14:paraId="571FB76E" w14:textId="77777777" w:rsidR="00060F7E" w:rsidRPr="00366AA2" w:rsidRDefault="00060F7E">
            <w:pPr>
              <w:rPr>
                <w:sz w:val="24"/>
                <w:szCs w:val="24"/>
              </w:rPr>
            </w:pPr>
          </w:p>
        </w:tc>
      </w:tr>
      <w:tr w:rsidR="00472A51" w:rsidRPr="00366AA2" w14:paraId="2C726BEC" w14:textId="77777777">
        <w:trPr>
          <w:trHeight w:val="863"/>
        </w:trPr>
        <w:tc>
          <w:tcPr>
            <w:tcW w:w="11016" w:type="dxa"/>
          </w:tcPr>
          <w:p w14:paraId="2AC39686" w14:textId="77777777" w:rsidR="00472A51" w:rsidRDefault="00472A51" w:rsidP="00B7410D">
            <w:pPr>
              <w:rPr>
                <w:sz w:val="24"/>
                <w:szCs w:val="24"/>
              </w:rPr>
            </w:pPr>
          </w:p>
        </w:tc>
      </w:tr>
    </w:tbl>
    <w:p w14:paraId="3CA2FD06" w14:textId="77777777" w:rsidR="00687D9C" w:rsidRDefault="00687D9C" w:rsidP="00DD2FAA">
      <w:pPr>
        <w:rPr>
          <w:b/>
          <w:i/>
          <w:sz w:val="28"/>
        </w:rPr>
        <w:sectPr w:rsidR="00687D9C">
          <w:type w:val="continuous"/>
          <w:pgSz w:w="12240" w:h="15840"/>
          <w:pgMar w:top="720" w:right="720" w:bottom="720" w:left="720" w:header="720" w:footer="720" w:gutter="0"/>
          <w:cols w:space="720"/>
          <w:formProt w:val="0"/>
        </w:sectPr>
      </w:pPr>
    </w:p>
    <w:p w14:paraId="53D1A32C" w14:textId="77777777" w:rsidR="00687D9C" w:rsidRDefault="00687D9C" w:rsidP="00DD2FAA">
      <w:pPr>
        <w:jc w:val="center"/>
        <w:rPr>
          <w:b/>
          <w:i/>
          <w:sz w:val="28"/>
        </w:rPr>
      </w:pPr>
      <w:r>
        <w:rPr>
          <w:b/>
          <w:i/>
          <w:sz w:val="28"/>
        </w:rPr>
        <w:lastRenderedPageBreak/>
        <w:t>Activities/Procedures</w:t>
      </w:r>
      <w:r w:rsidR="005715C4">
        <w:rPr>
          <w:b/>
          <w:i/>
          <w:sz w:val="28"/>
        </w:rPr>
        <w:t>:</w:t>
      </w:r>
      <w:r>
        <w:rPr>
          <w:b/>
          <w:i/>
          <w:sz w:val="28"/>
        </w:rPr>
        <w:t xml:space="preserve"> </w:t>
      </w:r>
      <w:r w:rsidR="005715C4">
        <w:rPr>
          <w:b/>
          <w:i/>
          <w:sz w:val="28"/>
        </w:rPr>
        <w:t>(25-30min)</w:t>
      </w:r>
    </w:p>
    <w:p w14:paraId="2C6DC094" w14:textId="77777777" w:rsidR="00687D9C" w:rsidRDefault="00687D9C">
      <w:pPr>
        <w:pStyle w:val="Heading3"/>
        <w:sectPr w:rsidR="00687D9C">
          <w:type w:val="continuous"/>
          <w:pgSz w:w="12240" w:h="15840"/>
          <w:pgMar w:top="720" w:right="720" w:bottom="720" w:left="720" w:header="720" w:footer="720" w:gutter="0"/>
          <w:cols w:space="720"/>
        </w:sectPr>
      </w:pPr>
      <w:r>
        <w:t xml:space="preserve">Lesson Plans </w:t>
      </w:r>
      <w:r w:rsidR="00C252A2">
        <w:t>are</w:t>
      </w:r>
      <w:r>
        <w:t xml:space="preserve"> conducive to student achievement and focus on PA State </w:t>
      </w:r>
      <w:r w:rsidR="001453DC">
        <w:t xml:space="preserve">CC </w:t>
      </w:r>
      <w:r>
        <w:t>standards and objectives</w:t>
      </w:r>
    </w:p>
    <w:p w14:paraId="0981AF55" w14:textId="77777777"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14:paraId="50596979" w14:textId="77777777">
        <w:trPr>
          <w:trHeight w:val="548"/>
        </w:trPr>
        <w:tc>
          <w:tcPr>
            <w:tcW w:w="11016" w:type="dxa"/>
          </w:tcPr>
          <w:p w14:paraId="4F3000E2" w14:textId="77777777" w:rsidR="00366AA2" w:rsidRDefault="00472A51" w:rsidP="00B7410D">
            <w:pPr>
              <w:pStyle w:val="NormalWeb"/>
            </w:pPr>
            <w:r>
              <w:t xml:space="preserve">Teacher: Explain to students that multiplication, addition, and subtraction are located in many real world situations. Have the students pick three other partners who they would like to work with. </w:t>
            </w:r>
          </w:p>
          <w:p w14:paraId="7F9EAFFF" w14:textId="77777777" w:rsidR="00472A51" w:rsidRDefault="00472A51" w:rsidP="00B7410D">
            <w:pPr>
              <w:pStyle w:val="NormalWeb"/>
            </w:pPr>
            <w:r>
              <w:t xml:space="preserve">Teacher: After the students figure out their groups and are seated, hand out the egg cartons to each group. Explain to the students the rules of the game and that each student will need to keep track of their own score. </w:t>
            </w:r>
          </w:p>
          <w:p w14:paraId="05D2B7EF" w14:textId="77777777" w:rsidR="00472A51" w:rsidRDefault="00472A51" w:rsidP="00B7410D">
            <w:pPr>
              <w:pStyle w:val="NormalWeb"/>
            </w:pPr>
            <w:r>
              <w:t xml:space="preserve">Students: Decide whether they want to play using addition, subtraction, or multiplication. </w:t>
            </w:r>
          </w:p>
          <w:p w14:paraId="7FE70DAF" w14:textId="77777777" w:rsidR="00472A51" w:rsidRDefault="00472A51" w:rsidP="00B7410D">
            <w:pPr>
              <w:pStyle w:val="NormalWeb"/>
            </w:pPr>
            <w:r>
              <w:t xml:space="preserve">Students: Begin playing and taking turns. </w:t>
            </w:r>
          </w:p>
          <w:p w14:paraId="5E04E5D0" w14:textId="77777777" w:rsidR="00B7410D" w:rsidRDefault="00472A51" w:rsidP="00B7410D">
            <w:pPr>
              <w:pStyle w:val="NormalWeb"/>
            </w:pPr>
            <w:r>
              <w:t xml:space="preserve">Teacher: Walks around to each group making sure they are completing the game correctly. Ask and help individual students solve their problems if needed. </w:t>
            </w:r>
          </w:p>
          <w:p w14:paraId="7CF1447C" w14:textId="77777777" w:rsidR="00472A51" w:rsidRDefault="00DA4ABD" w:rsidP="00B7410D">
            <w:pPr>
              <w:pStyle w:val="NormalWeb"/>
            </w:pPr>
            <w:r>
              <w:t xml:space="preserve">Teacher: When all of the groups are finished, have the students switch groups and complete a different version of the game. </w:t>
            </w:r>
          </w:p>
          <w:p w14:paraId="4EDD46C7" w14:textId="77777777" w:rsidR="00B7410D" w:rsidRDefault="00B7410D" w:rsidP="00B7410D">
            <w:pPr>
              <w:pStyle w:val="NormalWeb"/>
            </w:pPr>
          </w:p>
          <w:p w14:paraId="19F11258" w14:textId="77777777" w:rsidR="00B7410D" w:rsidRPr="00366AA2" w:rsidRDefault="00B7410D" w:rsidP="00B7410D">
            <w:pPr>
              <w:pStyle w:val="NormalWeb"/>
            </w:pPr>
          </w:p>
        </w:tc>
      </w:tr>
    </w:tbl>
    <w:p w14:paraId="113026F1" w14:textId="77777777" w:rsidR="00687D9C" w:rsidRDefault="00687D9C">
      <w:pPr>
        <w:jc w:val="center"/>
        <w:rPr>
          <w:sz w:val="24"/>
        </w:rPr>
      </w:pPr>
    </w:p>
    <w:p w14:paraId="7F52B92C" w14:textId="77777777" w:rsidR="00687D9C" w:rsidRDefault="00687D9C">
      <w:pPr>
        <w:jc w:val="center"/>
        <w:rPr>
          <w:b/>
          <w:i/>
          <w:sz w:val="28"/>
        </w:rPr>
        <w:sectPr w:rsidR="00687D9C">
          <w:type w:val="continuous"/>
          <w:pgSz w:w="12240" w:h="15840"/>
          <w:pgMar w:top="720" w:right="720" w:bottom="720" w:left="720" w:header="720" w:footer="720" w:gutter="0"/>
          <w:cols w:space="720"/>
          <w:formProt w:val="0"/>
        </w:sectPr>
      </w:pPr>
    </w:p>
    <w:p w14:paraId="2396D415" w14:textId="77777777" w:rsidR="001453DC" w:rsidRDefault="00687D9C" w:rsidP="00201E11">
      <w:pPr>
        <w:jc w:val="center"/>
        <w:rPr>
          <w:b/>
          <w:i/>
          <w:sz w:val="28"/>
        </w:rPr>
      </w:pPr>
      <w:r>
        <w:rPr>
          <w:b/>
          <w:i/>
          <w:sz w:val="28"/>
        </w:rPr>
        <w:lastRenderedPageBreak/>
        <w:t>Closing</w:t>
      </w:r>
      <w:r w:rsidR="00C252A2">
        <w:rPr>
          <w:b/>
          <w:i/>
          <w:sz w:val="28"/>
        </w:rPr>
        <w:t>&amp; Assessment</w:t>
      </w:r>
      <w:r>
        <w:rPr>
          <w:b/>
          <w:i/>
          <w:sz w:val="28"/>
        </w:rPr>
        <w:t>: (5-7 min)</w:t>
      </w:r>
    </w:p>
    <w:p w14:paraId="6C52F049" w14:textId="77777777" w:rsidR="00201E11" w:rsidRPr="00201E11" w:rsidRDefault="00201E11" w:rsidP="00201E11">
      <w:pPr>
        <w:jc w:val="center"/>
        <w:rPr>
          <w:b/>
          <w:sz w:val="22"/>
          <w:szCs w:val="22"/>
        </w:rPr>
        <w:sectPr w:rsidR="00201E11" w:rsidRPr="00201E11">
          <w:type w:val="continuous"/>
          <w:pgSz w:w="12240" w:h="15840"/>
          <w:pgMar w:top="720" w:right="720" w:bottom="720" w:left="720" w:header="720" w:footer="720" w:gutter="0"/>
          <w:cols w:space="720"/>
        </w:sectPr>
      </w:pPr>
      <w:r w:rsidRPr="00201E11">
        <w:rPr>
          <w:b/>
          <w:sz w:val="22"/>
          <w:szCs w:val="22"/>
        </w:rPr>
        <w:t>(Restate purpose &amp; assess comprehension; met objectives?)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14:paraId="3E3781A4" w14:textId="77777777">
        <w:trPr>
          <w:trHeight w:val="575"/>
        </w:trPr>
        <w:tc>
          <w:tcPr>
            <w:tcW w:w="11016" w:type="dxa"/>
          </w:tcPr>
          <w:p w14:paraId="44D90560" w14:textId="77777777" w:rsidR="00DA4ABD" w:rsidRDefault="00DA4ABD" w:rsidP="00B7410D">
            <w:pPr>
              <w:rPr>
                <w:sz w:val="24"/>
                <w:szCs w:val="24"/>
              </w:rPr>
            </w:pPr>
            <w:r>
              <w:rPr>
                <w:sz w:val="24"/>
                <w:szCs w:val="24"/>
              </w:rPr>
              <w:lastRenderedPageBreak/>
              <w:t xml:space="preserve">Teacher: Review what the students know about multiplication, addition, and subtraction. </w:t>
            </w:r>
          </w:p>
          <w:p w14:paraId="54AFFA3B" w14:textId="77777777" w:rsidR="00DA4ABD" w:rsidRDefault="00DA4ABD" w:rsidP="00B7410D">
            <w:pPr>
              <w:rPr>
                <w:sz w:val="24"/>
                <w:szCs w:val="24"/>
              </w:rPr>
            </w:pPr>
            <w:r>
              <w:rPr>
                <w:sz w:val="24"/>
                <w:szCs w:val="24"/>
              </w:rPr>
              <w:t xml:space="preserve">Teacher: Ask the students for their feedback of the activity. </w:t>
            </w:r>
          </w:p>
          <w:p w14:paraId="7E1F98C6" w14:textId="77777777" w:rsidR="00DA4ABD" w:rsidRDefault="00DA4ABD" w:rsidP="00B7410D">
            <w:pPr>
              <w:rPr>
                <w:sz w:val="24"/>
                <w:szCs w:val="24"/>
              </w:rPr>
            </w:pPr>
            <w:r>
              <w:rPr>
                <w:sz w:val="24"/>
                <w:szCs w:val="24"/>
              </w:rPr>
              <w:t xml:space="preserve">Teacher: Ask the students to add their input on which numbers they find the easiest and difficult to add, multiply, or subtract and why? </w:t>
            </w:r>
          </w:p>
          <w:p w14:paraId="1D34E0FD" w14:textId="77777777" w:rsidR="0057489F" w:rsidRDefault="00DA4ABD" w:rsidP="00B7410D">
            <w:pPr>
              <w:rPr>
                <w:sz w:val="24"/>
                <w:szCs w:val="24"/>
              </w:rPr>
            </w:pPr>
            <w:r>
              <w:rPr>
                <w:sz w:val="24"/>
                <w:szCs w:val="24"/>
              </w:rPr>
              <w:t xml:space="preserve">Teacher: For homework: Introduction to fractions worksheet. Bring in one household object that could be broken down to use as a manipulative. </w:t>
            </w:r>
          </w:p>
          <w:p w14:paraId="10A80389" w14:textId="77777777" w:rsidR="00B7410D" w:rsidRPr="008F0339" w:rsidRDefault="00B7410D" w:rsidP="00B7410D">
            <w:pPr>
              <w:rPr>
                <w:sz w:val="24"/>
                <w:szCs w:val="24"/>
              </w:rPr>
            </w:pPr>
          </w:p>
          <w:p w14:paraId="189C4609" w14:textId="77777777" w:rsidR="005715C4" w:rsidRPr="008F0339" w:rsidRDefault="005715C4" w:rsidP="00FB0FAC">
            <w:pPr>
              <w:rPr>
                <w:sz w:val="24"/>
                <w:szCs w:val="24"/>
              </w:rPr>
            </w:pPr>
          </w:p>
        </w:tc>
      </w:tr>
    </w:tbl>
    <w:p w14:paraId="72753728" w14:textId="77777777" w:rsidR="00687D9C" w:rsidRDefault="00687D9C">
      <w:pPr>
        <w:jc w:val="center"/>
        <w:rPr>
          <w:sz w:val="24"/>
        </w:rPr>
      </w:pPr>
    </w:p>
    <w:p w14:paraId="15D1FDC8" w14:textId="77777777" w:rsidR="00687D9C" w:rsidRDefault="00687D9C">
      <w:pPr>
        <w:jc w:val="center"/>
        <w:rPr>
          <w:b/>
          <w:i/>
          <w:sz w:val="28"/>
        </w:rPr>
        <w:sectPr w:rsidR="00687D9C">
          <w:type w:val="continuous"/>
          <w:pgSz w:w="12240" w:h="15840"/>
          <w:pgMar w:top="720" w:right="720" w:bottom="720" w:left="720" w:header="720" w:footer="720" w:gutter="0"/>
          <w:cols w:space="720"/>
          <w:formProt w:val="0"/>
        </w:sectPr>
      </w:pPr>
    </w:p>
    <w:p w14:paraId="3401AC10" w14:textId="77777777" w:rsidR="00687D9C" w:rsidRDefault="00687D9C">
      <w:pPr>
        <w:jc w:val="center"/>
        <w:rPr>
          <w:i/>
          <w:sz w:val="24"/>
        </w:rPr>
      </w:pPr>
      <w:r>
        <w:rPr>
          <w:b/>
          <w:i/>
          <w:sz w:val="28"/>
        </w:rPr>
        <w:lastRenderedPageBreak/>
        <w:t xml:space="preserve">Assessment Procedures: </w:t>
      </w:r>
      <w:r>
        <w:rPr>
          <w:i/>
          <w:sz w:val="24"/>
        </w:rPr>
        <w:t>(check all that apply)</w:t>
      </w:r>
    </w:p>
    <w:p w14:paraId="3F32A373" w14:textId="77777777"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980"/>
        <w:gridCol w:w="360"/>
        <w:gridCol w:w="2790"/>
        <w:gridCol w:w="360"/>
        <w:gridCol w:w="1710"/>
        <w:gridCol w:w="360"/>
        <w:gridCol w:w="3078"/>
      </w:tblGrid>
      <w:tr w:rsidR="00687D9C" w14:paraId="0A212C5F" w14:textId="77777777">
        <w:trPr>
          <w:cantSplit/>
        </w:trPr>
        <w:tc>
          <w:tcPr>
            <w:tcW w:w="5508" w:type="dxa"/>
            <w:gridSpan w:val="4"/>
          </w:tcPr>
          <w:p w14:paraId="14B5511D" w14:textId="77777777" w:rsidR="00687D9C" w:rsidRDefault="00687D9C">
            <w:pPr>
              <w:pStyle w:val="Heading6"/>
            </w:pPr>
            <w:r>
              <w:t>Formative</w:t>
            </w:r>
          </w:p>
        </w:tc>
        <w:tc>
          <w:tcPr>
            <w:tcW w:w="5508" w:type="dxa"/>
            <w:gridSpan w:val="4"/>
          </w:tcPr>
          <w:p w14:paraId="0AF59350" w14:textId="77777777" w:rsidR="00687D9C" w:rsidRDefault="00687D9C">
            <w:pPr>
              <w:pStyle w:val="Heading7"/>
              <w:jc w:val="center"/>
            </w:pPr>
            <w:r>
              <w:t>Summative</w:t>
            </w:r>
          </w:p>
        </w:tc>
      </w:tr>
      <w:tr w:rsidR="00687D9C" w14:paraId="1B5ECF3A" w14:textId="77777777">
        <w:tc>
          <w:tcPr>
            <w:tcW w:w="378" w:type="dxa"/>
          </w:tcPr>
          <w:p w14:paraId="35AFF6DA" w14:textId="77777777" w:rsidR="00687D9C" w:rsidRDefault="00DA4ABD" w:rsidP="00DA4ABD">
            <w:bookmarkStart w:id="1" w:name="Check26"/>
            <w:bookmarkStart w:id="2" w:name="Check31"/>
            <w:bookmarkStart w:id="3" w:name="Check37"/>
            <w:r>
              <w:t>X</w:t>
            </w:r>
          </w:p>
        </w:tc>
        <w:tc>
          <w:tcPr>
            <w:tcW w:w="1980" w:type="dxa"/>
          </w:tcPr>
          <w:p w14:paraId="3A9DE7D5" w14:textId="77777777" w:rsidR="00687D9C" w:rsidRDefault="00687D9C">
            <w:pPr>
              <w:pStyle w:val="Header"/>
              <w:tabs>
                <w:tab w:val="clear" w:pos="4320"/>
                <w:tab w:val="clear" w:pos="8640"/>
              </w:tabs>
            </w:pPr>
            <w:r>
              <w:t>Guided Practice</w:t>
            </w:r>
          </w:p>
        </w:tc>
        <w:bookmarkEnd w:id="1"/>
        <w:tc>
          <w:tcPr>
            <w:tcW w:w="360" w:type="dxa"/>
          </w:tcPr>
          <w:p w14:paraId="56D399AA" w14:textId="77777777" w:rsidR="00687D9C" w:rsidRDefault="00DA4ABD">
            <w:r>
              <w:t>X</w:t>
            </w:r>
          </w:p>
        </w:tc>
        <w:tc>
          <w:tcPr>
            <w:tcW w:w="2790" w:type="dxa"/>
          </w:tcPr>
          <w:p w14:paraId="0EBAECF2" w14:textId="77777777" w:rsidR="00687D9C" w:rsidRDefault="00687D9C">
            <w:pPr>
              <w:pStyle w:val="Header"/>
              <w:tabs>
                <w:tab w:val="clear" w:pos="4320"/>
                <w:tab w:val="clear" w:pos="8640"/>
              </w:tabs>
            </w:pPr>
            <w:r>
              <w:t>Participation</w:t>
            </w:r>
          </w:p>
        </w:tc>
        <w:tc>
          <w:tcPr>
            <w:tcW w:w="360" w:type="dxa"/>
          </w:tcPr>
          <w:p w14:paraId="3420BFC1" w14:textId="77777777" w:rsidR="00687D9C" w:rsidRDefault="008D6ABD">
            <w:r>
              <w:fldChar w:fldCharType="begin">
                <w:ffData>
                  <w:name w:val="Check31"/>
                  <w:enabled/>
                  <w:calcOnExit w:val="0"/>
                  <w:checkBox>
                    <w:sizeAuto/>
                    <w:default w:val="0"/>
                  </w:checkBox>
                </w:ffData>
              </w:fldChar>
            </w:r>
            <w:r w:rsidR="00687D9C">
              <w:instrText xml:space="preserve"> FORMCHECKBOX </w:instrText>
            </w:r>
            <w:r>
              <w:fldChar w:fldCharType="end"/>
            </w:r>
            <w:bookmarkEnd w:id="2"/>
          </w:p>
        </w:tc>
        <w:tc>
          <w:tcPr>
            <w:tcW w:w="1710" w:type="dxa"/>
          </w:tcPr>
          <w:p w14:paraId="67691FA9" w14:textId="77777777" w:rsidR="00687D9C" w:rsidRDefault="00687D9C">
            <w:pPr>
              <w:rPr>
                <w:b/>
                <w:i/>
              </w:rPr>
            </w:pPr>
            <w:r>
              <w:rPr>
                <w:b/>
                <w:i/>
              </w:rPr>
              <w:t>Unit/Chapter Test</w:t>
            </w:r>
          </w:p>
        </w:tc>
        <w:tc>
          <w:tcPr>
            <w:tcW w:w="360" w:type="dxa"/>
          </w:tcPr>
          <w:p w14:paraId="46F07A59" w14:textId="77777777" w:rsidR="00687D9C" w:rsidRDefault="008D6ABD">
            <w:r>
              <w:fldChar w:fldCharType="begin">
                <w:ffData>
                  <w:name w:val="Check37"/>
                  <w:enabled/>
                  <w:calcOnExit w:val="0"/>
                  <w:checkBox>
                    <w:sizeAuto/>
                    <w:default w:val="0"/>
                  </w:checkBox>
                </w:ffData>
              </w:fldChar>
            </w:r>
            <w:r w:rsidR="00687D9C">
              <w:instrText xml:space="preserve"> FORMCHECKBOX </w:instrText>
            </w:r>
            <w:r>
              <w:fldChar w:fldCharType="end"/>
            </w:r>
            <w:bookmarkEnd w:id="3"/>
          </w:p>
        </w:tc>
        <w:tc>
          <w:tcPr>
            <w:tcW w:w="3078" w:type="dxa"/>
          </w:tcPr>
          <w:p w14:paraId="12928E03" w14:textId="77777777" w:rsidR="00687D9C" w:rsidRDefault="00687D9C">
            <w:r>
              <w:t>PSSA Type Questions</w:t>
            </w:r>
          </w:p>
        </w:tc>
      </w:tr>
      <w:tr w:rsidR="00687D9C" w14:paraId="7F67B20E" w14:textId="77777777">
        <w:tc>
          <w:tcPr>
            <w:tcW w:w="378" w:type="dxa"/>
          </w:tcPr>
          <w:p w14:paraId="1F409826" w14:textId="77777777" w:rsidR="00687D9C" w:rsidRDefault="008D6ABD">
            <w:pPr>
              <w:jc w:val="center"/>
            </w:pPr>
            <w:r>
              <w:fldChar w:fldCharType="begin">
                <w:ffData>
                  <w:name w:val="Check21"/>
                  <w:enabled/>
                  <w:calcOnExit w:val="0"/>
                  <w:checkBox>
                    <w:sizeAuto/>
                    <w:default w:val="0"/>
                  </w:checkBox>
                </w:ffData>
              </w:fldChar>
            </w:r>
            <w:bookmarkStart w:id="4" w:name="Check21"/>
            <w:r w:rsidR="00687D9C">
              <w:instrText xml:space="preserve"> FORMCHECKBOX </w:instrText>
            </w:r>
            <w:r>
              <w:fldChar w:fldCharType="end"/>
            </w:r>
            <w:bookmarkEnd w:id="4"/>
          </w:p>
        </w:tc>
        <w:tc>
          <w:tcPr>
            <w:tcW w:w="1980" w:type="dxa"/>
          </w:tcPr>
          <w:p w14:paraId="0C19A680" w14:textId="77777777" w:rsidR="00687D9C" w:rsidRDefault="00687D9C">
            <w:r>
              <w:t>Enrichment</w:t>
            </w:r>
          </w:p>
        </w:tc>
        <w:bookmarkStart w:id="5" w:name="Check27"/>
        <w:tc>
          <w:tcPr>
            <w:tcW w:w="360" w:type="dxa"/>
          </w:tcPr>
          <w:p w14:paraId="4F1534EC" w14:textId="77777777" w:rsidR="00687D9C" w:rsidRDefault="008D6ABD">
            <w:r>
              <w:fldChar w:fldCharType="begin">
                <w:ffData>
                  <w:name w:val="Check27"/>
                  <w:enabled/>
                  <w:calcOnExit w:val="0"/>
                  <w:checkBox>
                    <w:sizeAuto/>
                    <w:default w:val="0"/>
                  </w:checkBox>
                </w:ffData>
              </w:fldChar>
            </w:r>
            <w:r w:rsidR="009E14C4">
              <w:instrText xml:space="preserve"> FORMCHECKBOX </w:instrText>
            </w:r>
            <w:r>
              <w:fldChar w:fldCharType="end"/>
            </w:r>
            <w:bookmarkEnd w:id="5"/>
          </w:p>
        </w:tc>
        <w:tc>
          <w:tcPr>
            <w:tcW w:w="2790" w:type="dxa"/>
          </w:tcPr>
          <w:p w14:paraId="7B9C12F4" w14:textId="77777777" w:rsidR="00687D9C" w:rsidRDefault="00687D9C">
            <w:r>
              <w:t>PSSA Type Questions</w:t>
            </w:r>
          </w:p>
        </w:tc>
        <w:bookmarkStart w:id="6" w:name="Check32"/>
        <w:tc>
          <w:tcPr>
            <w:tcW w:w="360" w:type="dxa"/>
          </w:tcPr>
          <w:p w14:paraId="2D9016F3" w14:textId="77777777" w:rsidR="00687D9C" w:rsidRDefault="008D6ABD">
            <w:r>
              <w:fldChar w:fldCharType="begin">
                <w:ffData>
                  <w:name w:val="Check32"/>
                  <w:enabled/>
                  <w:calcOnExit w:val="0"/>
                  <w:checkBox>
                    <w:sizeAuto/>
                    <w:default w:val="0"/>
                  </w:checkBox>
                </w:ffData>
              </w:fldChar>
            </w:r>
            <w:r w:rsidR="009E14C4">
              <w:instrText xml:space="preserve"> FORMCHECKBOX </w:instrText>
            </w:r>
            <w:r>
              <w:fldChar w:fldCharType="end"/>
            </w:r>
            <w:bookmarkEnd w:id="6"/>
          </w:p>
        </w:tc>
        <w:tc>
          <w:tcPr>
            <w:tcW w:w="1710" w:type="dxa"/>
          </w:tcPr>
          <w:p w14:paraId="0BCD28F2" w14:textId="77777777" w:rsidR="00687D9C" w:rsidRDefault="00687D9C">
            <w:pPr>
              <w:rPr>
                <w:b/>
                <w:i/>
              </w:rPr>
            </w:pPr>
            <w:r>
              <w:rPr>
                <w:b/>
                <w:i/>
              </w:rPr>
              <w:t>Oral Presentation</w:t>
            </w:r>
          </w:p>
        </w:tc>
        <w:tc>
          <w:tcPr>
            <w:tcW w:w="360" w:type="dxa"/>
          </w:tcPr>
          <w:p w14:paraId="58A87606" w14:textId="77777777" w:rsidR="00687D9C" w:rsidRDefault="008D6ABD">
            <w:r>
              <w:fldChar w:fldCharType="begin">
                <w:ffData>
                  <w:name w:val="Check38"/>
                  <w:enabled/>
                  <w:calcOnExit w:val="0"/>
                  <w:checkBox>
                    <w:sizeAuto/>
                    <w:default w:val="0"/>
                    <w:checked w:val="0"/>
                  </w:checkBox>
                </w:ffData>
              </w:fldChar>
            </w:r>
            <w:bookmarkStart w:id="7" w:name="Check38"/>
            <w:r w:rsidR="00687D9C">
              <w:instrText xml:space="preserve"> FORMCHECKBOX </w:instrText>
            </w:r>
            <w:r>
              <w:fldChar w:fldCharType="end"/>
            </w:r>
            <w:bookmarkEnd w:id="7"/>
          </w:p>
        </w:tc>
        <w:tc>
          <w:tcPr>
            <w:tcW w:w="3078" w:type="dxa"/>
          </w:tcPr>
          <w:p w14:paraId="51C4A12A" w14:textId="77777777" w:rsidR="00687D9C" w:rsidRDefault="00687D9C">
            <w:r>
              <w:t>Notebook Check</w:t>
            </w:r>
          </w:p>
        </w:tc>
      </w:tr>
      <w:tr w:rsidR="00687D9C" w14:paraId="27BB2112" w14:textId="77777777">
        <w:tc>
          <w:tcPr>
            <w:tcW w:w="378" w:type="dxa"/>
          </w:tcPr>
          <w:p w14:paraId="4826AF35" w14:textId="77777777" w:rsidR="00687D9C" w:rsidRDefault="00DA4ABD">
            <w:pPr>
              <w:jc w:val="center"/>
            </w:pPr>
            <w:r>
              <w:t>X</w:t>
            </w:r>
          </w:p>
        </w:tc>
        <w:tc>
          <w:tcPr>
            <w:tcW w:w="1980" w:type="dxa"/>
          </w:tcPr>
          <w:p w14:paraId="0F1C624B" w14:textId="77777777" w:rsidR="00687D9C" w:rsidRDefault="00687D9C">
            <w:r>
              <w:t>Homework</w:t>
            </w:r>
          </w:p>
        </w:tc>
        <w:tc>
          <w:tcPr>
            <w:tcW w:w="360" w:type="dxa"/>
          </w:tcPr>
          <w:p w14:paraId="4EF38926" w14:textId="77777777" w:rsidR="00687D9C" w:rsidRDefault="008D6ABD">
            <w:r>
              <w:fldChar w:fldCharType="begin">
                <w:ffData>
                  <w:name w:val="Check28"/>
                  <w:enabled/>
                  <w:calcOnExit w:val="0"/>
                  <w:checkBox>
                    <w:sizeAuto/>
                    <w:default w:val="0"/>
                    <w:checked w:val="0"/>
                  </w:checkBox>
                </w:ffData>
              </w:fldChar>
            </w:r>
            <w:bookmarkStart w:id="8" w:name="Check28"/>
            <w:r w:rsidR="00687D9C">
              <w:instrText xml:space="preserve"> FORMCHECKBOX </w:instrText>
            </w:r>
            <w:r>
              <w:fldChar w:fldCharType="end"/>
            </w:r>
            <w:bookmarkEnd w:id="8"/>
          </w:p>
        </w:tc>
        <w:tc>
          <w:tcPr>
            <w:tcW w:w="2790" w:type="dxa"/>
          </w:tcPr>
          <w:p w14:paraId="6FE14F98" w14:textId="77777777" w:rsidR="00687D9C" w:rsidRDefault="00687D9C">
            <w:r>
              <w:t>Notebook Check</w:t>
            </w:r>
          </w:p>
        </w:tc>
        <w:bookmarkStart w:id="9" w:name="Check33"/>
        <w:tc>
          <w:tcPr>
            <w:tcW w:w="360" w:type="dxa"/>
          </w:tcPr>
          <w:p w14:paraId="31B75D6D" w14:textId="77777777" w:rsidR="00687D9C" w:rsidRDefault="008D6ABD">
            <w:r>
              <w:fldChar w:fldCharType="begin">
                <w:ffData>
                  <w:name w:val="Check33"/>
                  <w:enabled/>
                  <w:calcOnExit w:val="0"/>
                  <w:checkBox>
                    <w:sizeAuto/>
                    <w:default w:val="0"/>
                  </w:checkBox>
                </w:ffData>
              </w:fldChar>
            </w:r>
            <w:r w:rsidR="009E14C4">
              <w:instrText xml:space="preserve"> FORMCHECKBOX </w:instrText>
            </w:r>
            <w:r>
              <w:fldChar w:fldCharType="end"/>
            </w:r>
            <w:bookmarkEnd w:id="9"/>
          </w:p>
        </w:tc>
        <w:tc>
          <w:tcPr>
            <w:tcW w:w="1710" w:type="dxa"/>
          </w:tcPr>
          <w:p w14:paraId="6287E4F4" w14:textId="77777777" w:rsidR="00687D9C" w:rsidRDefault="00687D9C">
            <w:pPr>
              <w:rPr>
                <w:b/>
                <w:i/>
              </w:rPr>
            </w:pPr>
            <w:r>
              <w:rPr>
                <w:b/>
                <w:i/>
              </w:rPr>
              <w:t>Research Project</w:t>
            </w:r>
          </w:p>
        </w:tc>
        <w:tc>
          <w:tcPr>
            <w:tcW w:w="360" w:type="dxa"/>
          </w:tcPr>
          <w:p w14:paraId="126753FD" w14:textId="77777777" w:rsidR="00687D9C" w:rsidRDefault="008D6ABD">
            <w:r>
              <w:fldChar w:fldCharType="begin">
                <w:ffData>
                  <w:name w:val="Check39"/>
                  <w:enabled/>
                  <w:calcOnExit w:val="0"/>
                  <w:checkBox>
                    <w:sizeAuto/>
                    <w:default w:val="0"/>
                  </w:checkBox>
                </w:ffData>
              </w:fldChar>
            </w:r>
            <w:bookmarkStart w:id="10" w:name="Check39"/>
            <w:r w:rsidR="00687D9C">
              <w:instrText xml:space="preserve"> FORMCHECKBOX </w:instrText>
            </w:r>
            <w:r>
              <w:fldChar w:fldCharType="end"/>
            </w:r>
            <w:bookmarkEnd w:id="10"/>
          </w:p>
        </w:tc>
        <w:tc>
          <w:tcPr>
            <w:tcW w:w="3078" w:type="dxa"/>
          </w:tcPr>
          <w:p w14:paraId="210DC13E" w14:textId="77777777" w:rsidR="00687D9C" w:rsidRDefault="00687D9C">
            <w:r>
              <w:t>Authentic Assessment</w:t>
            </w:r>
          </w:p>
        </w:tc>
      </w:tr>
      <w:tr w:rsidR="00687D9C" w14:paraId="6E0E362E" w14:textId="77777777">
        <w:trPr>
          <w:cantSplit/>
        </w:trPr>
        <w:tc>
          <w:tcPr>
            <w:tcW w:w="378" w:type="dxa"/>
          </w:tcPr>
          <w:p w14:paraId="50F07632" w14:textId="77777777" w:rsidR="00687D9C" w:rsidRDefault="00DA4ABD" w:rsidP="00DA4ABD">
            <w:r>
              <w:t>X</w:t>
            </w:r>
          </w:p>
        </w:tc>
        <w:tc>
          <w:tcPr>
            <w:tcW w:w="1980" w:type="dxa"/>
          </w:tcPr>
          <w:p w14:paraId="33F34105" w14:textId="77777777" w:rsidR="00687D9C" w:rsidRDefault="00687D9C">
            <w:proofErr w:type="gramStart"/>
            <w:r>
              <w:t>Group  Work</w:t>
            </w:r>
            <w:proofErr w:type="gramEnd"/>
          </w:p>
        </w:tc>
        <w:tc>
          <w:tcPr>
            <w:tcW w:w="360" w:type="dxa"/>
          </w:tcPr>
          <w:p w14:paraId="16122307" w14:textId="77777777" w:rsidR="00687D9C" w:rsidRDefault="008D6ABD">
            <w:r>
              <w:fldChar w:fldCharType="begin">
                <w:ffData>
                  <w:name w:val="Check29"/>
                  <w:enabled/>
                  <w:calcOnExit w:val="0"/>
                  <w:checkBox>
                    <w:sizeAuto/>
                    <w:default w:val="0"/>
                    <w:checked w:val="0"/>
                  </w:checkBox>
                </w:ffData>
              </w:fldChar>
            </w:r>
            <w:bookmarkStart w:id="11" w:name="Check29"/>
            <w:r w:rsidR="00687D9C">
              <w:instrText xml:space="preserve"> FORMCHECKBOX </w:instrText>
            </w:r>
            <w:r>
              <w:fldChar w:fldCharType="end"/>
            </w:r>
            <w:bookmarkEnd w:id="11"/>
          </w:p>
        </w:tc>
        <w:tc>
          <w:tcPr>
            <w:tcW w:w="2790" w:type="dxa"/>
          </w:tcPr>
          <w:p w14:paraId="50D67E96" w14:textId="77777777" w:rsidR="00687D9C" w:rsidRDefault="00687D9C">
            <w:r>
              <w:t>Authentic Assessment</w:t>
            </w:r>
          </w:p>
        </w:tc>
        <w:bookmarkStart w:id="12" w:name="Check34"/>
        <w:tc>
          <w:tcPr>
            <w:tcW w:w="360" w:type="dxa"/>
          </w:tcPr>
          <w:p w14:paraId="4FC31F6D" w14:textId="77777777" w:rsidR="00687D9C" w:rsidRDefault="008D6ABD">
            <w:r>
              <w:fldChar w:fldCharType="begin">
                <w:ffData>
                  <w:name w:val="Check34"/>
                  <w:enabled/>
                  <w:calcOnExit w:val="0"/>
                  <w:checkBox>
                    <w:sizeAuto/>
                    <w:default w:val="0"/>
                  </w:checkBox>
                </w:ffData>
              </w:fldChar>
            </w:r>
            <w:r w:rsidR="009E14C4">
              <w:instrText xml:space="preserve"> FORMCHECKBOX </w:instrText>
            </w:r>
            <w:r>
              <w:fldChar w:fldCharType="end"/>
            </w:r>
            <w:bookmarkEnd w:id="12"/>
          </w:p>
        </w:tc>
        <w:tc>
          <w:tcPr>
            <w:tcW w:w="1710" w:type="dxa"/>
          </w:tcPr>
          <w:p w14:paraId="0B9977C3" w14:textId="77777777" w:rsidR="00687D9C" w:rsidRDefault="00687D9C">
            <w:pPr>
              <w:rPr>
                <w:b/>
                <w:i/>
              </w:rPr>
            </w:pPr>
            <w:r>
              <w:rPr>
                <w:b/>
                <w:i/>
              </w:rPr>
              <w:t>Technology</w:t>
            </w:r>
          </w:p>
        </w:tc>
        <w:tc>
          <w:tcPr>
            <w:tcW w:w="360" w:type="dxa"/>
          </w:tcPr>
          <w:p w14:paraId="19941B2E" w14:textId="77777777" w:rsidR="00687D9C" w:rsidRDefault="008D6ABD">
            <w:r>
              <w:fldChar w:fldCharType="begin">
                <w:ffData>
                  <w:name w:val="Check40"/>
                  <w:enabled/>
                  <w:calcOnExit w:val="0"/>
                  <w:checkBox>
                    <w:sizeAuto/>
                    <w:default w:val="0"/>
                  </w:checkBox>
                </w:ffData>
              </w:fldChar>
            </w:r>
            <w:bookmarkStart w:id="13" w:name="Check40"/>
            <w:r w:rsidR="00687D9C">
              <w:instrText xml:space="preserve"> FORMCHECKBOX </w:instrText>
            </w:r>
            <w:r>
              <w:fldChar w:fldCharType="end"/>
            </w:r>
            <w:bookmarkEnd w:id="13"/>
          </w:p>
        </w:tc>
        <w:tc>
          <w:tcPr>
            <w:tcW w:w="3078" w:type="dxa"/>
            <w:vMerge w:val="restart"/>
          </w:tcPr>
          <w:p w14:paraId="61E3750C" w14:textId="77777777" w:rsidR="00687D9C" w:rsidRDefault="00687D9C">
            <w:r>
              <w:t>Other:</w:t>
            </w:r>
            <w:r w:rsidR="008D6ABD">
              <w:fldChar w:fldCharType="begin">
                <w:ffData>
                  <w:name w:val="Text60"/>
                  <w:enabled/>
                  <w:calcOnExit w:val="0"/>
                  <w:textInput>
                    <w:maxLength w:val="100"/>
                  </w:textInput>
                </w:ffData>
              </w:fldChar>
            </w:r>
            <w:bookmarkStart w:id="14" w:name="Text60"/>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14"/>
          </w:p>
        </w:tc>
      </w:tr>
      <w:bookmarkStart w:id="15" w:name="Check24"/>
      <w:tr w:rsidR="00687D9C" w14:paraId="5C95D981" w14:textId="77777777">
        <w:trPr>
          <w:cantSplit/>
        </w:trPr>
        <w:tc>
          <w:tcPr>
            <w:tcW w:w="378" w:type="dxa"/>
          </w:tcPr>
          <w:p w14:paraId="32418756" w14:textId="77777777" w:rsidR="00687D9C" w:rsidRDefault="008D6ABD">
            <w:pPr>
              <w:jc w:val="center"/>
            </w:pPr>
            <w:r>
              <w:fldChar w:fldCharType="begin">
                <w:ffData>
                  <w:name w:val="Check24"/>
                  <w:enabled/>
                  <w:calcOnExit w:val="0"/>
                  <w:checkBox>
                    <w:sizeAuto/>
                    <w:default w:val="0"/>
                  </w:checkBox>
                </w:ffData>
              </w:fldChar>
            </w:r>
            <w:r w:rsidR="009E14C4">
              <w:instrText xml:space="preserve"> FORMCHECKBOX </w:instrText>
            </w:r>
            <w:r>
              <w:fldChar w:fldCharType="end"/>
            </w:r>
            <w:bookmarkEnd w:id="15"/>
          </w:p>
        </w:tc>
        <w:tc>
          <w:tcPr>
            <w:tcW w:w="1980" w:type="dxa"/>
          </w:tcPr>
          <w:p w14:paraId="16F1B534" w14:textId="77777777" w:rsidR="00687D9C" w:rsidRDefault="00687D9C">
            <w:r>
              <w:t>Rubric</w:t>
            </w:r>
          </w:p>
        </w:tc>
        <w:tc>
          <w:tcPr>
            <w:tcW w:w="360" w:type="dxa"/>
          </w:tcPr>
          <w:p w14:paraId="51C13FE4" w14:textId="77777777" w:rsidR="00687D9C" w:rsidRDefault="008D6ABD">
            <w:r>
              <w:fldChar w:fldCharType="begin">
                <w:ffData>
                  <w:name w:val="Check30"/>
                  <w:enabled/>
                  <w:calcOnExit w:val="0"/>
                  <w:checkBox>
                    <w:sizeAuto/>
                    <w:default w:val="0"/>
                  </w:checkBox>
                </w:ffData>
              </w:fldChar>
            </w:r>
            <w:bookmarkStart w:id="16" w:name="Check30"/>
            <w:r w:rsidR="00687D9C">
              <w:instrText xml:space="preserve"> FORMCHECKBOX </w:instrText>
            </w:r>
            <w:r>
              <w:fldChar w:fldCharType="end"/>
            </w:r>
            <w:bookmarkEnd w:id="16"/>
          </w:p>
        </w:tc>
        <w:tc>
          <w:tcPr>
            <w:tcW w:w="2790" w:type="dxa"/>
            <w:vMerge w:val="restart"/>
          </w:tcPr>
          <w:p w14:paraId="7DBCE9E9" w14:textId="77777777" w:rsidR="00687D9C" w:rsidRDefault="00687D9C">
            <w:r>
              <w:t xml:space="preserve">Other: </w:t>
            </w:r>
            <w:r w:rsidR="008D6ABD">
              <w:fldChar w:fldCharType="begin">
                <w:ffData>
                  <w:name w:val="Text59"/>
                  <w:enabled/>
                  <w:calcOnExit w:val="0"/>
                  <w:textInput>
                    <w:maxLength w:val="100"/>
                  </w:textInput>
                </w:ffData>
              </w:fldChar>
            </w:r>
            <w:bookmarkStart w:id="17" w:name="Text59"/>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17"/>
          </w:p>
        </w:tc>
        <w:tc>
          <w:tcPr>
            <w:tcW w:w="360" w:type="dxa"/>
          </w:tcPr>
          <w:p w14:paraId="536698EA" w14:textId="77777777" w:rsidR="00687D9C" w:rsidRDefault="008D6ABD">
            <w:r>
              <w:fldChar w:fldCharType="begin">
                <w:ffData>
                  <w:name w:val="Check35"/>
                  <w:enabled/>
                  <w:calcOnExit w:val="0"/>
                  <w:checkBox>
                    <w:sizeAuto/>
                    <w:default w:val="0"/>
                  </w:checkBox>
                </w:ffData>
              </w:fldChar>
            </w:r>
            <w:bookmarkStart w:id="18" w:name="Check35"/>
            <w:r w:rsidR="00687D9C">
              <w:instrText xml:space="preserve"> FORMCHECKBOX </w:instrText>
            </w:r>
            <w:r>
              <w:fldChar w:fldCharType="end"/>
            </w:r>
            <w:bookmarkEnd w:id="18"/>
          </w:p>
        </w:tc>
        <w:tc>
          <w:tcPr>
            <w:tcW w:w="1710" w:type="dxa"/>
          </w:tcPr>
          <w:p w14:paraId="220519DC" w14:textId="77777777" w:rsidR="00687D9C" w:rsidRDefault="00687D9C">
            <w:pPr>
              <w:rPr>
                <w:b/>
                <w:i/>
              </w:rPr>
            </w:pPr>
            <w:r>
              <w:rPr>
                <w:b/>
                <w:i/>
              </w:rPr>
              <w:t>Rubric</w:t>
            </w:r>
          </w:p>
        </w:tc>
        <w:tc>
          <w:tcPr>
            <w:tcW w:w="360" w:type="dxa"/>
          </w:tcPr>
          <w:p w14:paraId="38BDC006" w14:textId="77777777" w:rsidR="00687D9C" w:rsidRDefault="00687D9C"/>
        </w:tc>
        <w:tc>
          <w:tcPr>
            <w:tcW w:w="3078" w:type="dxa"/>
            <w:vMerge/>
          </w:tcPr>
          <w:p w14:paraId="627C7B5F" w14:textId="77777777" w:rsidR="00687D9C" w:rsidRDefault="00687D9C"/>
        </w:tc>
      </w:tr>
      <w:tr w:rsidR="00687D9C" w14:paraId="28814BBF" w14:textId="77777777">
        <w:trPr>
          <w:cantSplit/>
        </w:trPr>
        <w:tc>
          <w:tcPr>
            <w:tcW w:w="378" w:type="dxa"/>
          </w:tcPr>
          <w:p w14:paraId="7BC61C93" w14:textId="77777777" w:rsidR="00687D9C" w:rsidRDefault="008D6ABD">
            <w:pPr>
              <w:jc w:val="center"/>
            </w:pPr>
            <w:r>
              <w:fldChar w:fldCharType="begin">
                <w:ffData>
                  <w:name w:val="Check25"/>
                  <w:enabled/>
                  <w:calcOnExit w:val="0"/>
                  <w:checkBox>
                    <w:sizeAuto/>
                    <w:default w:val="0"/>
                    <w:checked w:val="0"/>
                  </w:checkBox>
                </w:ffData>
              </w:fldChar>
            </w:r>
            <w:bookmarkStart w:id="19" w:name="Check25"/>
            <w:r w:rsidR="00687D9C">
              <w:instrText xml:space="preserve"> FORMCHECKBOX </w:instrText>
            </w:r>
            <w:r>
              <w:fldChar w:fldCharType="end"/>
            </w:r>
            <w:bookmarkEnd w:id="19"/>
          </w:p>
        </w:tc>
        <w:tc>
          <w:tcPr>
            <w:tcW w:w="1980" w:type="dxa"/>
          </w:tcPr>
          <w:p w14:paraId="7A433720" w14:textId="77777777" w:rsidR="00687D9C" w:rsidRDefault="00687D9C">
            <w:r>
              <w:t>Independent Practice</w:t>
            </w:r>
          </w:p>
        </w:tc>
        <w:tc>
          <w:tcPr>
            <w:tcW w:w="360" w:type="dxa"/>
          </w:tcPr>
          <w:p w14:paraId="7FA6AD0C" w14:textId="77777777" w:rsidR="00687D9C" w:rsidRDefault="00687D9C"/>
        </w:tc>
        <w:tc>
          <w:tcPr>
            <w:tcW w:w="2790" w:type="dxa"/>
            <w:vMerge/>
          </w:tcPr>
          <w:p w14:paraId="3849B140" w14:textId="77777777" w:rsidR="00687D9C" w:rsidRDefault="00687D9C">
            <w:pPr>
              <w:jc w:val="center"/>
            </w:pPr>
          </w:p>
        </w:tc>
        <w:bookmarkStart w:id="20" w:name="Check36"/>
        <w:tc>
          <w:tcPr>
            <w:tcW w:w="360" w:type="dxa"/>
          </w:tcPr>
          <w:p w14:paraId="7E21C2E2" w14:textId="77777777" w:rsidR="00687D9C" w:rsidRDefault="008D6ABD">
            <w:r>
              <w:fldChar w:fldCharType="begin">
                <w:ffData>
                  <w:name w:val="Check36"/>
                  <w:enabled/>
                  <w:calcOnExit w:val="0"/>
                  <w:checkBox>
                    <w:sizeAuto/>
                    <w:default w:val="0"/>
                  </w:checkBox>
                </w:ffData>
              </w:fldChar>
            </w:r>
            <w:r w:rsidR="009E14C4">
              <w:instrText xml:space="preserve"> FORMCHECKBOX </w:instrText>
            </w:r>
            <w:r>
              <w:fldChar w:fldCharType="end"/>
            </w:r>
            <w:bookmarkEnd w:id="20"/>
          </w:p>
        </w:tc>
        <w:tc>
          <w:tcPr>
            <w:tcW w:w="1710" w:type="dxa"/>
          </w:tcPr>
          <w:p w14:paraId="703E41BF" w14:textId="77777777" w:rsidR="00687D9C" w:rsidRDefault="00687D9C">
            <w:pPr>
              <w:rPr>
                <w:b/>
                <w:i/>
              </w:rPr>
            </w:pPr>
            <w:r>
              <w:rPr>
                <w:b/>
                <w:i/>
              </w:rPr>
              <w:t>Portfolios</w:t>
            </w:r>
          </w:p>
        </w:tc>
        <w:tc>
          <w:tcPr>
            <w:tcW w:w="360" w:type="dxa"/>
          </w:tcPr>
          <w:p w14:paraId="1F6D4116" w14:textId="77777777" w:rsidR="00687D9C" w:rsidRDefault="00687D9C"/>
        </w:tc>
        <w:tc>
          <w:tcPr>
            <w:tcW w:w="3078" w:type="dxa"/>
            <w:vMerge/>
          </w:tcPr>
          <w:p w14:paraId="3D66B6D8" w14:textId="77777777" w:rsidR="00687D9C" w:rsidRDefault="00687D9C"/>
        </w:tc>
      </w:tr>
    </w:tbl>
    <w:p w14:paraId="0343989C" w14:textId="77777777" w:rsidR="00687D9C" w:rsidRPr="00420D8B" w:rsidRDefault="00687D9C">
      <w:pPr>
        <w:pStyle w:val="Heading2"/>
        <w:rPr>
          <w:b w:val="0"/>
          <w:i w:val="0"/>
        </w:rPr>
      </w:pPr>
      <w:r>
        <w:t>Materials/Resources</w:t>
      </w:r>
      <w:r w:rsidR="00420D8B">
        <w:t xml:space="preserve"> </w:t>
      </w:r>
    </w:p>
    <w:p w14:paraId="53425151" w14:textId="77777777" w:rsidR="00687D9C" w:rsidRDefault="00687D9C">
      <w:pPr>
        <w:pStyle w:val="Heading3"/>
      </w:pPr>
      <w:r>
        <w:t>List of resources used and incorporated into activity and assessments, attach any teacher made materials and/or worksheets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5130"/>
        <w:gridCol w:w="360"/>
        <w:gridCol w:w="5148"/>
      </w:tblGrid>
      <w:tr w:rsidR="00687D9C" w14:paraId="5AC1BE3C" w14:textId="77777777">
        <w:trPr>
          <w:cantSplit/>
        </w:trPr>
        <w:tc>
          <w:tcPr>
            <w:tcW w:w="378" w:type="dxa"/>
          </w:tcPr>
          <w:bookmarkStart w:id="21" w:name="Check41"/>
          <w:bookmarkStart w:id="22" w:name="Check45"/>
          <w:p w14:paraId="3236768E" w14:textId="77777777" w:rsidR="00687D9C" w:rsidRDefault="008D6ABD">
            <w:r>
              <w:fldChar w:fldCharType="begin">
                <w:ffData>
                  <w:name w:val="Check41"/>
                  <w:enabled/>
                  <w:calcOnExit w:val="0"/>
                  <w:checkBox>
                    <w:sizeAuto/>
                    <w:default w:val="0"/>
                  </w:checkBox>
                </w:ffData>
              </w:fldChar>
            </w:r>
            <w:r w:rsidR="009E14C4">
              <w:instrText xml:space="preserve"> FORMCHECKBOX </w:instrText>
            </w:r>
            <w:r>
              <w:fldChar w:fldCharType="end"/>
            </w:r>
            <w:bookmarkEnd w:id="21"/>
          </w:p>
        </w:tc>
        <w:tc>
          <w:tcPr>
            <w:tcW w:w="5130" w:type="dxa"/>
          </w:tcPr>
          <w:p w14:paraId="6E6F062A" w14:textId="77777777" w:rsidR="00687D9C" w:rsidRDefault="00687D9C" w:rsidP="009E14C4">
            <w:r>
              <w:t>Text Book</w:t>
            </w:r>
            <w:r w:rsidR="0067592F">
              <w:t xml:space="preserve">: </w:t>
            </w:r>
          </w:p>
        </w:tc>
        <w:bookmarkEnd w:id="22"/>
        <w:tc>
          <w:tcPr>
            <w:tcW w:w="360" w:type="dxa"/>
          </w:tcPr>
          <w:p w14:paraId="344C7EA2" w14:textId="77777777" w:rsidR="00687D9C" w:rsidRDefault="00DA4ABD">
            <w:r>
              <w:t>X</w:t>
            </w:r>
          </w:p>
        </w:tc>
        <w:tc>
          <w:tcPr>
            <w:tcW w:w="5148" w:type="dxa"/>
            <w:vMerge w:val="restart"/>
          </w:tcPr>
          <w:p w14:paraId="75A2CC9D" w14:textId="77777777" w:rsidR="00687D9C" w:rsidRDefault="00687D9C" w:rsidP="009E14C4">
            <w:r>
              <w:t>Other:</w:t>
            </w:r>
            <w:r w:rsidR="0067592F">
              <w:t xml:space="preserve">  </w:t>
            </w:r>
            <w:r w:rsidR="00DA4ABD">
              <w:t xml:space="preserve">Egg Carton </w:t>
            </w:r>
          </w:p>
          <w:p w14:paraId="019092FB" w14:textId="77777777" w:rsidR="00DA4ABD" w:rsidRDefault="00DA4ABD" w:rsidP="009E14C4">
            <w:r>
              <w:t xml:space="preserve">            Coins </w:t>
            </w:r>
          </w:p>
          <w:p w14:paraId="2263690C" w14:textId="77777777" w:rsidR="00DA4ABD" w:rsidRDefault="00DA4ABD" w:rsidP="009E14C4">
            <w:r>
              <w:t xml:space="preserve">             Paper to keep track of scores</w:t>
            </w:r>
          </w:p>
        </w:tc>
      </w:tr>
      <w:tr w:rsidR="00687D9C" w14:paraId="11A49BA7" w14:textId="77777777">
        <w:trPr>
          <w:cantSplit/>
        </w:trPr>
        <w:tc>
          <w:tcPr>
            <w:tcW w:w="378" w:type="dxa"/>
          </w:tcPr>
          <w:p w14:paraId="55ABF713" w14:textId="77777777" w:rsidR="00687D9C" w:rsidRDefault="00DA4ABD">
            <w:r>
              <w:t>X</w:t>
            </w:r>
          </w:p>
        </w:tc>
        <w:tc>
          <w:tcPr>
            <w:tcW w:w="5130" w:type="dxa"/>
          </w:tcPr>
          <w:p w14:paraId="41326C05" w14:textId="77777777" w:rsidR="00687D9C" w:rsidRDefault="008E1D26" w:rsidP="009E14C4">
            <w:r>
              <w:t>Graphic Organizer/Handouts</w:t>
            </w:r>
            <w:r w:rsidR="00687D9C">
              <w:t xml:space="preserve">(s): </w:t>
            </w:r>
          </w:p>
        </w:tc>
        <w:tc>
          <w:tcPr>
            <w:tcW w:w="360" w:type="dxa"/>
          </w:tcPr>
          <w:p w14:paraId="4666C6AB" w14:textId="77777777" w:rsidR="00687D9C" w:rsidRDefault="00687D9C">
            <w:pPr>
              <w:jc w:val="center"/>
            </w:pPr>
          </w:p>
        </w:tc>
        <w:tc>
          <w:tcPr>
            <w:tcW w:w="5148" w:type="dxa"/>
            <w:vMerge/>
          </w:tcPr>
          <w:p w14:paraId="6FE07991" w14:textId="77777777" w:rsidR="00687D9C" w:rsidRDefault="00687D9C">
            <w:pPr>
              <w:jc w:val="center"/>
            </w:pPr>
          </w:p>
        </w:tc>
      </w:tr>
      <w:bookmarkStart w:id="23" w:name="Check43"/>
      <w:tr w:rsidR="00687D9C" w14:paraId="7AB04AEF" w14:textId="77777777">
        <w:trPr>
          <w:cantSplit/>
        </w:trPr>
        <w:tc>
          <w:tcPr>
            <w:tcW w:w="378" w:type="dxa"/>
          </w:tcPr>
          <w:p w14:paraId="72F3FF66" w14:textId="77777777" w:rsidR="00687D9C" w:rsidRDefault="008D6ABD">
            <w:r>
              <w:fldChar w:fldCharType="begin">
                <w:ffData>
                  <w:name w:val="Check43"/>
                  <w:enabled/>
                  <w:calcOnExit w:val="0"/>
                  <w:checkBox>
                    <w:sizeAuto/>
                    <w:default w:val="0"/>
                  </w:checkBox>
                </w:ffData>
              </w:fldChar>
            </w:r>
            <w:r w:rsidR="009E14C4">
              <w:instrText xml:space="preserve"> FORMCHECKBOX </w:instrText>
            </w:r>
            <w:r>
              <w:fldChar w:fldCharType="end"/>
            </w:r>
            <w:bookmarkEnd w:id="23"/>
          </w:p>
        </w:tc>
        <w:tc>
          <w:tcPr>
            <w:tcW w:w="5130" w:type="dxa"/>
          </w:tcPr>
          <w:p w14:paraId="1599F2EE" w14:textId="77777777" w:rsidR="00687D9C" w:rsidRDefault="00687D9C" w:rsidP="009E14C4">
            <w:r>
              <w:t xml:space="preserve">Technology: </w:t>
            </w:r>
          </w:p>
        </w:tc>
        <w:tc>
          <w:tcPr>
            <w:tcW w:w="360" w:type="dxa"/>
          </w:tcPr>
          <w:p w14:paraId="4E094623" w14:textId="77777777" w:rsidR="00687D9C" w:rsidRDefault="00687D9C">
            <w:pPr>
              <w:jc w:val="center"/>
            </w:pPr>
          </w:p>
        </w:tc>
        <w:tc>
          <w:tcPr>
            <w:tcW w:w="5148" w:type="dxa"/>
            <w:vMerge/>
          </w:tcPr>
          <w:p w14:paraId="54D496F6" w14:textId="77777777" w:rsidR="00687D9C" w:rsidRDefault="00687D9C">
            <w:pPr>
              <w:jc w:val="center"/>
            </w:pPr>
          </w:p>
        </w:tc>
      </w:tr>
      <w:bookmarkStart w:id="24" w:name="Check44"/>
      <w:tr w:rsidR="00687D9C" w14:paraId="2050D729" w14:textId="77777777">
        <w:trPr>
          <w:cantSplit/>
        </w:trPr>
        <w:tc>
          <w:tcPr>
            <w:tcW w:w="378" w:type="dxa"/>
          </w:tcPr>
          <w:p w14:paraId="58379E6C" w14:textId="77777777" w:rsidR="00687D9C" w:rsidRDefault="008D6ABD">
            <w:r>
              <w:fldChar w:fldCharType="begin">
                <w:ffData>
                  <w:name w:val="Check44"/>
                  <w:enabled/>
                  <w:calcOnExit w:val="0"/>
                  <w:checkBox>
                    <w:sizeAuto/>
                    <w:default w:val="0"/>
                  </w:checkBox>
                </w:ffData>
              </w:fldChar>
            </w:r>
            <w:r w:rsidR="009E14C4">
              <w:instrText xml:space="preserve"> FORMCHECKBOX </w:instrText>
            </w:r>
            <w:r>
              <w:fldChar w:fldCharType="end"/>
            </w:r>
            <w:bookmarkEnd w:id="24"/>
          </w:p>
        </w:tc>
        <w:tc>
          <w:tcPr>
            <w:tcW w:w="5130" w:type="dxa"/>
          </w:tcPr>
          <w:p w14:paraId="68C568C7" w14:textId="77777777" w:rsidR="009E14C4" w:rsidRDefault="009E14C4" w:rsidP="009E14C4"/>
          <w:p w14:paraId="7851886F" w14:textId="77777777" w:rsidR="009E14C4" w:rsidRDefault="009E14C4" w:rsidP="009E14C4"/>
        </w:tc>
        <w:tc>
          <w:tcPr>
            <w:tcW w:w="360" w:type="dxa"/>
          </w:tcPr>
          <w:p w14:paraId="6AEC0AF9" w14:textId="77777777" w:rsidR="00687D9C" w:rsidRDefault="00687D9C">
            <w:pPr>
              <w:jc w:val="center"/>
            </w:pPr>
          </w:p>
        </w:tc>
        <w:tc>
          <w:tcPr>
            <w:tcW w:w="5148" w:type="dxa"/>
            <w:vMerge/>
          </w:tcPr>
          <w:p w14:paraId="7C6DEE03" w14:textId="77777777" w:rsidR="00687D9C" w:rsidRDefault="00687D9C">
            <w:pPr>
              <w:jc w:val="center"/>
            </w:pPr>
          </w:p>
        </w:tc>
      </w:tr>
    </w:tbl>
    <w:p w14:paraId="585B134A" w14:textId="77777777" w:rsidR="00687D9C" w:rsidRDefault="00687D9C">
      <w:pPr>
        <w:jc w:val="center"/>
      </w:pPr>
    </w:p>
    <w:p w14:paraId="38FFDE17" w14:textId="77777777" w:rsidR="001453DC" w:rsidRDefault="001453DC">
      <w:pPr>
        <w:jc w:val="center"/>
      </w:pPr>
    </w:p>
    <w:p w14:paraId="4AF7FAE3" w14:textId="77777777" w:rsidR="001453DC" w:rsidRDefault="00F4420C" w:rsidP="0068361C">
      <w:pPr>
        <w:jc w:val="center"/>
        <w:rPr>
          <w:sz w:val="28"/>
          <w:szCs w:val="28"/>
        </w:rPr>
      </w:pPr>
      <w:r>
        <w:rPr>
          <w:b/>
          <w:i/>
          <w:sz w:val="28"/>
          <w:szCs w:val="28"/>
        </w:rPr>
        <w:t>Accommodations</w:t>
      </w:r>
      <w:r w:rsidR="00D86195">
        <w:rPr>
          <w:sz w:val="28"/>
          <w:szCs w:val="28"/>
        </w:rPr>
        <w:t xml:space="preserve"> </w:t>
      </w:r>
    </w:p>
    <w:p w14:paraId="2660AAD6" w14:textId="77777777" w:rsidR="0068361C" w:rsidRPr="00DD2FAA" w:rsidRDefault="00DD2FAA" w:rsidP="0068361C">
      <w:pPr>
        <w:jc w:val="center"/>
        <w:rPr>
          <w:i/>
          <w:sz w:val="28"/>
          <w:szCs w:val="28"/>
        </w:rPr>
      </w:pPr>
      <w:r w:rsidRPr="00DD2FAA">
        <w:rPr>
          <w:i/>
          <w:sz w:val="24"/>
          <w:szCs w:val="24"/>
        </w:rPr>
        <w:t>(IEP/Child specific)</w:t>
      </w:r>
    </w:p>
    <w:p w14:paraId="65869B72" w14:textId="77777777" w:rsidR="0068361C" w:rsidRDefault="0068361C" w:rsidP="0068361C">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68361C" w:rsidRPr="00FB0FAC" w14:paraId="79163683" w14:textId="77777777" w:rsidTr="00FA47A8">
        <w:tc>
          <w:tcPr>
            <w:tcW w:w="5508" w:type="dxa"/>
          </w:tcPr>
          <w:p w14:paraId="78065E18" w14:textId="77777777" w:rsidR="0068361C" w:rsidRPr="00FB0FAC" w:rsidRDefault="00DA4ABD" w:rsidP="00FA47A8">
            <w:pPr>
              <w:rPr>
                <w:sz w:val="24"/>
                <w:szCs w:val="24"/>
              </w:rPr>
            </w:pPr>
            <w:r>
              <w:rPr>
                <w:sz w:val="24"/>
                <w:szCs w:val="24"/>
              </w:rPr>
              <w:t>Provide repeated opportunities to engage in new skills, through modeling, rehearsal and guided practice.</w:t>
            </w:r>
          </w:p>
        </w:tc>
        <w:tc>
          <w:tcPr>
            <w:tcW w:w="5508" w:type="dxa"/>
          </w:tcPr>
          <w:p w14:paraId="2754BE53" w14:textId="77777777" w:rsidR="0068361C" w:rsidRPr="00FB0FAC" w:rsidRDefault="00DA4ABD" w:rsidP="00FA47A8">
            <w:pPr>
              <w:rPr>
                <w:sz w:val="24"/>
                <w:szCs w:val="24"/>
              </w:rPr>
            </w:pPr>
            <w:r>
              <w:rPr>
                <w:sz w:val="24"/>
                <w:szCs w:val="24"/>
              </w:rPr>
              <w:t>Enunciate clearly to Sarah she wears a hearing aid.</w:t>
            </w:r>
          </w:p>
        </w:tc>
      </w:tr>
      <w:tr w:rsidR="0068361C" w:rsidRPr="00FB0FAC" w14:paraId="1720765D" w14:textId="77777777" w:rsidTr="00FA47A8">
        <w:tc>
          <w:tcPr>
            <w:tcW w:w="5508" w:type="dxa"/>
          </w:tcPr>
          <w:p w14:paraId="643640EA" w14:textId="77777777" w:rsidR="0068361C" w:rsidRPr="00FB0FAC" w:rsidRDefault="00DA4ABD" w:rsidP="00FA47A8">
            <w:pPr>
              <w:rPr>
                <w:sz w:val="24"/>
                <w:szCs w:val="24"/>
              </w:rPr>
            </w:pPr>
            <w:r>
              <w:rPr>
                <w:sz w:val="24"/>
                <w:szCs w:val="24"/>
              </w:rPr>
              <w:t>Have the students add their own images to the project</w:t>
            </w:r>
          </w:p>
        </w:tc>
        <w:tc>
          <w:tcPr>
            <w:tcW w:w="5508" w:type="dxa"/>
          </w:tcPr>
          <w:p w14:paraId="10653EA2" w14:textId="77777777" w:rsidR="0068361C" w:rsidRPr="00FB0FAC" w:rsidRDefault="00DA4ABD" w:rsidP="00FA47A8">
            <w:pPr>
              <w:rPr>
                <w:sz w:val="24"/>
                <w:szCs w:val="24"/>
              </w:rPr>
            </w:pPr>
            <w:r>
              <w:rPr>
                <w:sz w:val="24"/>
                <w:szCs w:val="24"/>
              </w:rPr>
              <w:t>Provide Joseph with preferential seating</w:t>
            </w:r>
          </w:p>
        </w:tc>
      </w:tr>
      <w:tr w:rsidR="0068361C" w:rsidRPr="00FB0FAC" w14:paraId="2CA7B246" w14:textId="77777777" w:rsidTr="00FA47A8">
        <w:tc>
          <w:tcPr>
            <w:tcW w:w="5508" w:type="dxa"/>
          </w:tcPr>
          <w:p w14:paraId="53699963" w14:textId="77777777" w:rsidR="0068361C" w:rsidRPr="00FB0FAC" w:rsidRDefault="00DA4ABD" w:rsidP="00FA47A8">
            <w:pPr>
              <w:rPr>
                <w:sz w:val="24"/>
                <w:szCs w:val="24"/>
              </w:rPr>
            </w:pPr>
            <w:r>
              <w:rPr>
                <w:sz w:val="24"/>
                <w:szCs w:val="24"/>
              </w:rPr>
              <w:t>Assess and monitor during the activity</w:t>
            </w:r>
          </w:p>
        </w:tc>
        <w:tc>
          <w:tcPr>
            <w:tcW w:w="5508" w:type="dxa"/>
          </w:tcPr>
          <w:p w14:paraId="152E4F5F" w14:textId="77777777" w:rsidR="0068361C" w:rsidRPr="00FB0FAC" w:rsidRDefault="00DA4ABD" w:rsidP="00FA47A8">
            <w:pPr>
              <w:rPr>
                <w:sz w:val="24"/>
                <w:szCs w:val="24"/>
              </w:rPr>
            </w:pPr>
            <w:r>
              <w:rPr>
                <w:sz w:val="24"/>
                <w:szCs w:val="24"/>
              </w:rPr>
              <w:t>Make sure Kayla sit closer to the front; she has trouble with his vision.</w:t>
            </w:r>
          </w:p>
        </w:tc>
      </w:tr>
      <w:tr w:rsidR="0068361C" w:rsidRPr="00FB0FAC" w14:paraId="001FFBE9" w14:textId="77777777" w:rsidTr="00FA47A8">
        <w:tc>
          <w:tcPr>
            <w:tcW w:w="5508" w:type="dxa"/>
          </w:tcPr>
          <w:p w14:paraId="386EFB33" w14:textId="77777777" w:rsidR="0068361C" w:rsidRPr="00FB0FAC" w:rsidRDefault="0068361C" w:rsidP="00FA47A8">
            <w:pPr>
              <w:rPr>
                <w:sz w:val="24"/>
                <w:szCs w:val="24"/>
              </w:rPr>
            </w:pPr>
          </w:p>
        </w:tc>
        <w:tc>
          <w:tcPr>
            <w:tcW w:w="5508" w:type="dxa"/>
          </w:tcPr>
          <w:p w14:paraId="14A7B037" w14:textId="77777777" w:rsidR="0068361C" w:rsidRPr="00FB0FAC" w:rsidRDefault="0068361C" w:rsidP="00FA47A8">
            <w:pPr>
              <w:rPr>
                <w:sz w:val="24"/>
                <w:szCs w:val="24"/>
              </w:rPr>
            </w:pPr>
          </w:p>
        </w:tc>
      </w:tr>
      <w:tr w:rsidR="0068361C" w:rsidRPr="00FB0FAC" w14:paraId="1A99B0DA" w14:textId="77777777" w:rsidTr="00FA47A8">
        <w:tc>
          <w:tcPr>
            <w:tcW w:w="5508" w:type="dxa"/>
          </w:tcPr>
          <w:p w14:paraId="660FC986" w14:textId="77777777" w:rsidR="0068361C" w:rsidRPr="00FB0FAC" w:rsidRDefault="0068361C" w:rsidP="00FA47A8">
            <w:pPr>
              <w:rPr>
                <w:sz w:val="24"/>
                <w:szCs w:val="24"/>
              </w:rPr>
            </w:pPr>
          </w:p>
        </w:tc>
        <w:tc>
          <w:tcPr>
            <w:tcW w:w="5508" w:type="dxa"/>
          </w:tcPr>
          <w:p w14:paraId="06B2F626" w14:textId="77777777" w:rsidR="0068361C" w:rsidRPr="00FB0FAC" w:rsidRDefault="0068361C" w:rsidP="00FA47A8">
            <w:pPr>
              <w:rPr>
                <w:sz w:val="24"/>
                <w:szCs w:val="24"/>
              </w:rPr>
            </w:pPr>
          </w:p>
        </w:tc>
      </w:tr>
      <w:tr w:rsidR="0068361C" w:rsidRPr="00FB0FAC" w14:paraId="24C13A21" w14:textId="77777777" w:rsidTr="00FA47A8">
        <w:tc>
          <w:tcPr>
            <w:tcW w:w="5508" w:type="dxa"/>
          </w:tcPr>
          <w:p w14:paraId="152252A5" w14:textId="77777777" w:rsidR="0068361C" w:rsidRPr="00FB0FAC" w:rsidRDefault="0068361C" w:rsidP="00FA47A8">
            <w:pPr>
              <w:rPr>
                <w:sz w:val="24"/>
                <w:szCs w:val="24"/>
              </w:rPr>
            </w:pPr>
          </w:p>
        </w:tc>
        <w:tc>
          <w:tcPr>
            <w:tcW w:w="5508" w:type="dxa"/>
          </w:tcPr>
          <w:p w14:paraId="60C9474D" w14:textId="77777777" w:rsidR="0068361C" w:rsidRPr="00FB0FAC" w:rsidRDefault="0068361C" w:rsidP="00FA47A8">
            <w:pPr>
              <w:rPr>
                <w:sz w:val="24"/>
                <w:szCs w:val="24"/>
              </w:rPr>
            </w:pPr>
          </w:p>
        </w:tc>
      </w:tr>
    </w:tbl>
    <w:p w14:paraId="23DFBFB5" w14:textId="77777777" w:rsidR="0068361C" w:rsidRDefault="0068361C">
      <w:pPr>
        <w:jc w:val="center"/>
        <w:rPr>
          <w:b/>
          <w:i/>
          <w:sz w:val="28"/>
          <w:szCs w:val="28"/>
        </w:rPr>
      </w:pPr>
    </w:p>
    <w:p w14:paraId="59CA53AD" w14:textId="77777777" w:rsidR="0068361C" w:rsidRDefault="0068361C">
      <w:pPr>
        <w:jc w:val="center"/>
        <w:rPr>
          <w:b/>
          <w:i/>
          <w:sz w:val="28"/>
          <w:szCs w:val="28"/>
        </w:rPr>
      </w:pPr>
    </w:p>
    <w:p w14:paraId="41F8F448" w14:textId="77777777" w:rsidR="001453DC" w:rsidRDefault="005715C4">
      <w:pPr>
        <w:jc w:val="center"/>
        <w:rPr>
          <w:sz w:val="28"/>
          <w:szCs w:val="28"/>
        </w:rPr>
      </w:pPr>
      <w:r w:rsidRPr="005715C4">
        <w:rPr>
          <w:b/>
          <w:i/>
          <w:sz w:val="28"/>
          <w:szCs w:val="28"/>
        </w:rPr>
        <w:t>Differentiated Instruction</w:t>
      </w:r>
      <w:r w:rsidR="00D86195">
        <w:rPr>
          <w:sz w:val="28"/>
          <w:szCs w:val="28"/>
        </w:rPr>
        <w:t xml:space="preserve"> </w:t>
      </w:r>
    </w:p>
    <w:p w14:paraId="06C03F3C" w14:textId="77777777" w:rsidR="005715C4" w:rsidRPr="00DD2FAA" w:rsidRDefault="00DD2FAA">
      <w:pPr>
        <w:jc w:val="center"/>
        <w:rPr>
          <w:i/>
          <w:sz w:val="24"/>
          <w:szCs w:val="24"/>
        </w:rPr>
      </w:pPr>
      <w:r w:rsidRPr="00DD2FAA">
        <w:rPr>
          <w:i/>
          <w:sz w:val="24"/>
          <w:szCs w:val="24"/>
        </w:rPr>
        <w:t>(Easier</w:t>
      </w:r>
      <w:r w:rsidR="001453DC">
        <w:rPr>
          <w:i/>
          <w:sz w:val="24"/>
          <w:szCs w:val="24"/>
        </w:rPr>
        <w:t>/Support</w:t>
      </w:r>
      <w:r w:rsidRPr="00DD2FAA">
        <w:rPr>
          <w:i/>
          <w:sz w:val="24"/>
          <w:szCs w:val="24"/>
        </w:rPr>
        <w:t xml:space="preserve"> &amp; Harder</w:t>
      </w:r>
      <w:r w:rsidR="001453DC">
        <w:rPr>
          <w:i/>
          <w:sz w:val="24"/>
          <w:szCs w:val="24"/>
        </w:rPr>
        <w:t>/Enrichment</w:t>
      </w:r>
      <w:r w:rsidRPr="00DD2FAA">
        <w:rPr>
          <w:i/>
          <w:sz w:val="24"/>
          <w:szCs w:val="24"/>
        </w:rPr>
        <w:t>)</w:t>
      </w:r>
    </w:p>
    <w:p w14:paraId="18468271" w14:textId="77777777" w:rsidR="005715C4" w:rsidRDefault="005715C4" w:rsidP="005715C4">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DA4ABD" w:rsidRPr="00FB0FAC" w14:paraId="602440B5" w14:textId="77777777" w:rsidTr="00FB0FAC">
        <w:tc>
          <w:tcPr>
            <w:tcW w:w="5508" w:type="dxa"/>
          </w:tcPr>
          <w:p w14:paraId="6406F1E1" w14:textId="77777777" w:rsidR="00DA4ABD" w:rsidRPr="00FB0FAC" w:rsidRDefault="00DA4ABD" w:rsidP="005715C4">
            <w:pPr>
              <w:rPr>
                <w:sz w:val="24"/>
                <w:szCs w:val="24"/>
              </w:rPr>
            </w:pPr>
            <w:r>
              <w:rPr>
                <w:sz w:val="24"/>
                <w:szCs w:val="24"/>
              </w:rPr>
              <w:t>Flexible Grouping</w:t>
            </w:r>
          </w:p>
        </w:tc>
        <w:tc>
          <w:tcPr>
            <w:tcW w:w="5508" w:type="dxa"/>
          </w:tcPr>
          <w:p w14:paraId="797A33DB" w14:textId="77777777" w:rsidR="00DA4ABD" w:rsidRPr="00FB0FAC" w:rsidRDefault="00DA4ABD" w:rsidP="00DA4ABD">
            <w:pPr>
              <w:rPr>
                <w:sz w:val="24"/>
                <w:szCs w:val="24"/>
              </w:rPr>
            </w:pPr>
            <w:r>
              <w:rPr>
                <w:sz w:val="24"/>
                <w:szCs w:val="24"/>
              </w:rPr>
              <w:t xml:space="preserve">Have students work by with only one partner to complete the game. </w:t>
            </w:r>
          </w:p>
        </w:tc>
      </w:tr>
      <w:tr w:rsidR="00DA4ABD" w:rsidRPr="00FB0FAC" w14:paraId="22D0921B" w14:textId="77777777" w:rsidTr="00FB0FAC">
        <w:tc>
          <w:tcPr>
            <w:tcW w:w="5508" w:type="dxa"/>
          </w:tcPr>
          <w:p w14:paraId="69D34C2C" w14:textId="77777777" w:rsidR="00DA4ABD" w:rsidRPr="00FB0FAC" w:rsidRDefault="00DA4ABD" w:rsidP="00DA4ABD">
            <w:pPr>
              <w:rPr>
                <w:sz w:val="24"/>
                <w:szCs w:val="24"/>
              </w:rPr>
            </w:pPr>
            <w:r>
              <w:rPr>
                <w:sz w:val="24"/>
                <w:szCs w:val="24"/>
              </w:rPr>
              <w:t xml:space="preserve">Allow students times to discuss information about the lesson and material as long as they remain on task. </w:t>
            </w:r>
          </w:p>
        </w:tc>
        <w:tc>
          <w:tcPr>
            <w:tcW w:w="5508" w:type="dxa"/>
          </w:tcPr>
          <w:p w14:paraId="6A1E2DD1" w14:textId="77777777" w:rsidR="00DA4ABD" w:rsidRPr="00FB0FAC" w:rsidRDefault="00DA4ABD" w:rsidP="005715C4">
            <w:pPr>
              <w:rPr>
                <w:sz w:val="24"/>
                <w:szCs w:val="24"/>
              </w:rPr>
            </w:pPr>
          </w:p>
        </w:tc>
      </w:tr>
      <w:tr w:rsidR="00DA4ABD" w:rsidRPr="00FB0FAC" w14:paraId="5494B785" w14:textId="77777777" w:rsidTr="00FB0FAC">
        <w:tc>
          <w:tcPr>
            <w:tcW w:w="5508" w:type="dxa"/>
          </w:tcPr>
          <w:p w14:paraId="3681CDDB" w14:textId="77777777" w:rsidR="00DA4ABD" w:rsidRPr="00FB0FAC" w:rsidRDefault="00DA4ABD" w:rsidP="00DA4ABD">
            <w:pPr>
              <w:rPr>
                <w:sz w:val="24"/>
                <w:szCs w:val="24"/>
              </w:rPr>
            </w:pPr>
          </w:p>
        </w:tc>
        <w:tc>
          <w:tcPr>
            <w:tcW w:w="5508" w:type="dxa"/>
          </w:tcPr>
          <w:p w14:paraId="2CC31F4E" w14:textId="77777777" w:rsidR="00DA4ABD" w:rsidRPr="00FB0FAC" w:rsidRDefault="00DA4ABD" w:rsidP="005715C4">
            <w:pPr>
              <w:rPr>
                <w:sz w:val="24"/>
                <w:szCs w:val="24"/>
              </w:rPr>
            </w:pPr>
          </w:p>
        </w:tc>
      </w:tr>
      <w:tr w:rsidR="00DA4ABD" w:rsidRPr="00FB0FAC" w14:paraId="3C50DAE1" w14:textId="77777777" w:rsidTr="00FB0FAC">
        <w:tc>
          <w:tcPr>
            <w:tcW w:w="5508" w:type="dxa"/>
          </w:tcPr>
          <w:p w14:paraId="68514E64" w14:textId="77777777" w:rsidR="00DA4ABD" w:rsidRPr="00FB0FAC" w:rsidRDefault="00DA4ABD" w:rsidP="005715C4">
            <w:pPr>
              <w:rPr>
                <w:sz w:val="24"/>
                <w:szCs w:val="24"/>
              </w:rPr>
            </w:pPr>
          </w:p>
        </w:tc>
        <w:tc>
          <w:tcPr>
            <w:tcW w:w="5508" w:type="dxa"/>
          </w:tcPr>
          <w:p w14:paraId="123953CF" w14:textId="77777777" w:rsidR="00DA4ABD" w:rsidRPr="00FB0FAC" w:rsidRDefault="00DA4ABD" w:rsidP="005715C4">
            <w:pPr>
              <w:rPr>
                <w:sz w:val="24"/>
                <w:szCs w:val="24"/>
              </w:rPr>
            </w:pPr>
          </w:p>
        </w:tc>
      </w:tr>
      <w:tr w:rsidR="00DA4ABD" w:rsidRPr="00FB0FAC" w14:paraId="5703B500" w14:textId="77777777" w:rsidTr="00FB0FAC">
        <w:tc>
          <w:tcPr>
            <w:tcW w:w="5508" w:type="dxa"/>
          </w:tcPr>
          <w:p w14:paraId="04E9C9CD" w14:textId="77777777" w:rsidR="00DA4ABD" w:rsidRPr="00FB0FAC" w:rsidRDefault="00DA4ABD" w:rsidP="005715C4">
            <w:pPr>
              <w:rPr>
                <w:sz w:val="24"/>
                <w:szCs w:val="24"/>
              </w:rPr>
            </w:pPr>
          </w:p>
        </w:tc>
        <w:tc>
          <w:tcPr>
            <w:tcW w:w="5508" w:type="dxa"/>
          </w:tcPr>
          <w:p w14:paraId="17EF6BB5" w14:textId="77777777" w:rsidR="00DA4ABD" w:rsidRPr="00FB0FAC" w:rsidRDefault="00DA4ABD" w:rsidP="005715C4">
            <w:pPr>
              <w:rPr>
                <w:sz w:val="24"/>
                <w:szCs w:val="24"/>
              </w:rPr>
            </w:pPr>
          </w:p>
        </w:tc>
      </w:tr>
      <w:tr w:rsidR="00DA4ABD" w:rsidRPr="00FB0FAC" w14:paraId="11266642" w14:textId="77777777" w:rsidTr="00FB0FAC">
        <w:tc>
          <w:tcPr>
            <w:tcW w:w="5508" w:type="dxa"/>
          </w:tcPr>
          <w:p w14:paraId="4443AE52" w14:textId="77777777" w:rsidR="00DA4ABD" w:rsidRPr="00FB0FAC" w:rsidRDefault="00DA4ABD" w:rsidP="005715C4">
            <w:pPr>
              <w:rPr>
                <w:sz w:val="24"/>
                <w:szCs w:val="24"/>
              </w:rPr>
            </w:pPr>
          </w:p>
        </w:tc>
        <w:tc>
          <w:tcPr>
            <w:tcW w:w="5508" w:type="dxa"/>
          </w:tcPr>
          <w:p w14:paraId="73835A26" w14:textId="77777777" w:rsidR="00DA4ABD" w:rsidRPr="00FB0FAC" w:rsidRDefault="00DA4ABD" w:rsidP="005715C4">
            <w:pPr>
              <w:rPr>
                <w:sz w:val="24"/>
                <w:szCs w:val="24"/>
              </w:rPr>
            </w:pPr>
          </w:p>
        </w:tc>
      </w:tr>
    </w:tbl>
    <w:p w14:paraId="092DAE99" w14:textId="77777777" w:rsidR="005715C4" w:rsidRDefault="005715C4" w:rsidP="005715C4">
      <w:pPr>
        <w:rPr>
          <w:b/>
          <w:i/>
          <w:sz w:val="28"/>
          <w:szCs w:val="28"/>
        </w:rPr>
      </w:pPr>
    </w:p>
    <w:p w14:paraId="388FD509" w14:textId="77777777" w:rsidR="005715C4" w:rsidRDefault="005715C4" w:rsidP="005715C4">
      <w:pPr>
        <w:rPr>
          <w:b/>
          <w:i/>
          <w:sz w:val="28"/>
          <w:szCs w:val="28"/>
        </w:rPr>
      </w:pPr>
    </w:p>
    <w:p w14:paraId="00EC8F9E" w14:textId="77777777" w:rsidR="00B7410D" w:rsidRDefault="00B7410D" w:rsidP="005715C4">
      <w:pPr>
        <w:rPr>
          <w:sz w:val="28"/>
          <w:szCs w:val="28"/>
        </w:rPr>
      </w:pPr>
    </w:p>
    <w:p w14:paraId="0E4E4F9B" w14:textId="77777777" w:rsidR="00343F4D" w:rsidRDefault="00343F4D" w:rsidP="00343F4D">
      <w:pPr>
        <w:jc w:val="center"/>
        <w:rPr>
          <w:b/>
          <w:i/>
          <w:sz w:val="28"/>
          <w:szCs w:val="28"/>
        </w:rPr>
      </w:pPr>
      <w:r w:rsidRPr="00343F4D">
        <w:rPr>
          <w:b/>
          <w:i/>
          <w:sz w:val="28"/>
          <w:szCs w:val="28"/>
        </w:rPr>
        <w:t>Notes for the Substitute</w:t>
      </w:r>
    </w:p>
    <w:p w14:paraId="6D50B16B" w14:textId="77777777" w:rsidR="00343F4D" w:rsidRDefault="00343F4D" w:rsidP="00343F4D">
      <w:pPr>
        <w:rPr>
          <w:sz w:val="28"/>
          <w:szCs w:val="28"/>
        </w:rPr>
      </w:pPr>
    </w:p>
    <w:p w14:paraId="4BB33F7B" w14:textId="77777777" w:rsidR="00E0137A" w:rsidRDefault="00E0137A" w:rsidP="00E0137A">
      <w:pPr>
        <w:rPr>
          <w:sz w:val="24"/>
          <w:szCs w:val="24"/>
        </w:rPr>
      </w:pPr>
    </w:p>
    <w:p w14:paraId="36973F9B" w14:textId="77777777" w:rsidR="00DA4ABD" w:rsidRDefault="00DA4ABD" w:rsidP="00DA4ABD">
      <w:pPr>
        <w:pStyle w:val="ListParagraph"/>
        <w:numPr>
          <w:ilvl w:val="0"/>
          <w:numId w:val="8"/>
        </w:numPr>
        <w:rPr>
          <w:sz w:val="24"/>
          <w:szCs w:val="24"/>
        </w:rPr>
      </w:pPr>
      <w:r>
        <w:rPr>
          <w:sz w:val="24"/>
          <w:szCs w:val="24"/>
        </w:rPr>
        <w:t xml:space="preserve">The emergency contact folder is in my bottom drawer in my desk along with the student’s journals. </w:t>
      </w:r>
    </w:p>
    <w:p w14:paraId="636FE2B1" w14:textId="77777777" w:rsidR="00DA4ABD" w:rsidRDefault="00DA4ABD" w:rsidP="00DA4ABD">
      <w:pPr>
        <w:pStyle w:val="ListParagraph"/>
        <w:numPr>
          <w:ilvl w:val="0"/>
          <w:numId w:val="8"/>
        </w:numPr>
        <w:rPr>
          <w:sz w:val="24"/>
          <w:szCs w:val="24"/>
        </w:rPr>
      </w:pPr>
      <w:r>
        <w:rPr>
          <w:sz w:val="24"/>
          <w:szCs w:val="24"/>
        </w:rPr>
        <w:t xml:space="preserve">Please do not hesitate to ask for help from Mrs. Jones or any of the other faculty members. </w:t>
      </w:r>
    </w:p>
    <w:p w14:paraId="565881C8" w14:textId="77777777" w:rsidR="00DA4ABD" w:rsidRDefault="00DA4ABD" w:rsidP="00DA4ABD">
      <w:pPr>
        <w:pStyle w:val="ListParagraph"/>
        <w:numPr>
          <w:ilvl w:val="0"/>
          <w:numId w:val="8"/>
        </w:numPr>
        <w:rPr>
          <w:sz w:val="24"/>
          <w:szCs w:val="24"/>
        </w:rPr>
      </w:pPr>
      <w:r>
        <w:rPr>
          <w:sz w:val="24"/>
          <w:szCs w:val="24"/>
        </w:rPr>
        <w:t xml:space="preserve">Make notes of any students who had difficulty completing the lesson for further accommodations. </w:t>
      </w:r>
    </w:p>
    <w:p w14:paraId="1C77BB90" w14:textId="77777777" w:rsidR="00DA4ABD" w:rsidRPr="00F031F3" w:rsidRDefault="00DA4ABD" w:rsidP="00DA4ABD">
      <w:pPr>
        <w:pStyle w:val="ListParagraph"/>
        <w:numPr>
          <w:ilvl w:val="0"/>
          <w:numId w:val="8"/>
        </w:numPr>
        <w:rPr>
          <w:sz w:val="24"/>
          <w:szCs w:val="24"/>
        </w:rPr>
      </w:pPr>
      <w:r>
        <w:rPr>
          <w:sz w:val="24"/>
          <w:szCs w:val="24"/>
        </w:rPr>
        <w:t xml:space="preserve">Here is the principal’s phone number if needed (674-098-0635) (EXT 5)  </w:t>
      </w:r>
    </w:p>
    <w:p w14:paraId="386337FD" w14:textId="77777777" w:rsidR="00E0137A" w:rsidRPr="00DA4ABD" w:rsidRDefault="00E0137A" w:rsidP="00E0137A">
      <w:pPr>
        <w:rPr>
          <w:b/>
          <w:sz w:val="24"/>
          <w:szCs w:val="24"/>
        </w:rPr>
      </w:pPr>
    </w:p>
    <w:p w14:paraId="5167B2FC" w14:textId="77777777" w:rsidR="00B12CC5" w:rsidRPr="00DA4ABD" w:rsidRDefault="00102B22" w:rsidP="00DA4ABD">
      <w:pPr>
        <w:rPr>
          <w:sz w:val="24"/>
          <w:szCs w:val="24"/>
        </w:rPr>
      </w:pPr>
      <w:r>
        <w:rPr>
          <w:sz w:val="24"/>
          <w:szCs w:val="24"/>
        </w:rPr>
        <w:t xml:space="preserve"> </w:t>
      </w:r>
    </w:p>
    <w:p w14:paraId="124A51BB" w14:textId="77777777" w:rsidR="00201E11" w:rsidRDefault="00201E11" w:rsidP="00CE7981">
      <w:pPr>
        <w:widowControl w:val="0"/>
        <w:autoSpaceDE w:val="0"/>
        <w:autoSpaceDN w:val="0"/>
        <w:adjustRightInd w:val="0"/>
        <w:rPr>
          <w:bCs/>
          <w:sz w:val="24"/>
          <w:szCs w:val="24"/>
        </w:rPr>
      </w:pPr>
    </w:p>
    <w:p w14:paraId="482E20CA" w14:textId="77777777" w:rsidR="008E1D26" w:rsidRPr="00CE7981" w:rsidRDefault="008E1D26" w:rsidP="00CE7981">
      <w:pPr>
        <w:widowControl w:val="0"/>
        <w:autoSpaceDE w:val="0"/>
        <w:autoSpaceDN w:val="0"/>
        <w:adjustRightInd w:val="0"/>
        <w:rPr>
          <w:bCs/>
          <w:sz w:val="24"/>
          <w:szCs w:val="24"/>
        </w:rPr>
      </w:pPr>
      <w:r w:rsidRPr="00CE7981">
        <w:rPr>
          <w:bCs/>
          <w:sz w:val="24"/>
          <w:szCs w:val="24"/>
        </w:rPr>
        <w:t xml:space="preserve">In accordance with </w:t>
      </w:r>
      <w:r w:rsidR="00CE7981">
        <w:rPr>
          <w:bCs/>
          <w:sz w:val="24"/>
          <w:szCs w:val="24"/>
        </w:rPr>
        <w:t>Neumann University educational g</w:t>
      </w:r>
      <w:r w:rsidRPr="00CE7981">
        <w:rPr>
          <w:bCs/>
          <w:sz w:val="24"/>
          <w:szCs w:val="24"/>
        </w:rPr>
        <w:t xml:space="preserve">uidelines </w:t>
      </w:r>
      <w:r w:rsidR="00CE7981">
        <w:rPr>
          <w:bCs/>
          <w:sz w:val="24"/>
          <w:szCs w:val="24"/>
        </w:rPr>
        <w:t xml:space="preserve">for emergent teachers </w:t>
      </w:r>
      <w:r w:rsidRPr="00CE7981">
        <w:rPr>
          <w:bCs/>
          <w:sz w:val="24"/>
          <w:szCs w:val="24"/>
        </w:rPr>
        <w:t>please</w:t>
      </w:r>
      <w:r w:rsidR="00CE7981" w:rsidRPr="00CE7981">
        <w:rPr>
          <w:bCs/>
          <w:sz w:val="24"/>
          <w:szCs w:val="24"/>
        </w:rPr>
        <w:t xml:space="preserve"> describe how the following INTASC Principles were reflected in your lesson plan and the delivery of the lesson.</w:t>
      </w:r>
    </w:p>
    <w:p w14:paraId="2CACC584" w14:textId="77777777" w:rsidR="00CE7981" w:rsidRPr="00CE7981" w:rsidRDefault="00CE7981" w:rsidP="00CE7981">
      <w:pPr>
        <w:widowControl w:val="0"/>
        <w:autoSpaceDE w:val="0"/>
        <w:autoSpaceDN w:val="0"/>
        <w:adjustRightInd w:val="0"/>
        <w:rPr>
          <w:bCs/>
          <w:sz w:val="28"/>
          <w:szCs w:val="28"/>
        </w:rPr>
      </w:pPr>
    </w:p>
    <w:p w14:paraId="7B223483" w14:textId="77777777" w:rsidR="0068361C" w:rsidRPr="00CE7981" w:rsidRDefault="0068361C" w:rsidP="0068361C">
      <w:pPr>
        <w:widowControl w:val="0"/>
        <w:autoSpaceDE w:val="0"/>
        <w:autoSpaceDN w:val="0"/>
        <w:adjustRightInd w:val="0"/>
        <w:jc w:val="center"/>
        <w:rPr>
          <w:b/>
          <w:bCs/>
          <w:sz w:val="24"/>
          <w:szCs w:val="24"/>
        </w:rPr>
      </w:pPr>
      <w:r w:rsidRPr="00CE7981">
        <w:rPr>
          <w:b/>
          <w:bCs/>
          <w:sz w:val="24"/>
          <w:szCs w:val="24"/>
        </w:rPr>
        <w:t>INTASC Principles</w:t>
      </w:r>
    </w:p>
    <w:p w14:paraId="6A458471" w14:textId="77777777" w:rsidR="0068361C" w:rsidRPr="00CE7981" w:rsidRDefault="0068361C" w:rsidP="0068361C">
      <w:pPr>
        <w:jc w:val="center"/>
        <w:rPr>
          <w:b/>
          <w:bCs/>
          <w:sz w:val="24"/>
          <w:szCs w:val="24"/>
        </w:rPr>
      </w:pPr>
      <w:r w:rsidRPr="00CE7981">
        <w:rPr>
          <w:b/>
          <w:bCs/>
          <w:sz w:val="24"/>
          <w:szCs w:val="24"/>
          <w:u w:val="single"/>
        </w:rPr>
        <w:t>I</w:t>
      </w:r>
      <w:r w:rsidRPr="00CE7981">
        <w:rPr>
          <w:b/>
          <w:bCs/>
          <w:sz w:val="24"/>
          <w:szCs w:val="24"/>
        </w:rPr>
        <w:t xml:space="preserve">nterstate </w:t>
      </w:r>
      <w:r w:rsidRPr="00CE7981">
        <w:rPr>
          <w:b/>
          <w:bCs/>
          <w:sz w:val="24"/>
          <w:szCs w:val="24"/>
          <w:u w:val="single"/>
        </w:rPr>
        <w:t>N</w:t>
      </w:r>
      <w:r w:rsidRPr="00CE7981">
        <w:rPr>
          <w:b/>
          <w:bCs/>
          <w:sz w:val="24"/>
          <w:szCs w:val="24"/>
        </w:rPr>
        <w:t xml:space="preserve">ew </w:t>
      </w:r>
      <w:r w:rsidRPr="00CE7981">
        <w:rPr>
          <w:b/>
          <w:bCs/>
          <w:sz w:val="24"/>
          <w:szCs w:val="24"/>
          <w:u w:val="single"/>
        </w:rPr>
        <w:t>T</w:t>
      </w:r>
      <w:r w:rsidRPr="00CE7981">
        <w:rPr>
          <w:b/>
          <w:bCs/>
          <w:sz w:val="24"/>
          <w:szCs w:val="24"/>
        </w:rPr>
        <w:t xml:space="preserve">eachers </w:t>
      </w:r>
      <w:r w:rsidRPr="00CE7981">
        <w:rPr>
          <w:b/>
          <w:bCs/>
          <w:sz w:val="24"/>
          <w:szCs w:val="24"/>
          <w:u w:val="single"/>
        </w:rPr>
        <w:t>A</w:t>
      </w:r>
      <w:r w:rsidRPr="00CE7981">
        <w:rPr>
          <w:b/>
          <w:bCs/>
          <w:sz w:val="24"/>
          <w:szCs w:val="24"/>
        </w:rPr>
        <w:t xml:space="preserve">ssessment and </w:t>
      </w:r>
      <w:r w:rsidRPr="00CE7981">
        <w:rPr>
          <w:b/>
          <w:bCs/>
          <w:sz w:val="24"/>
          <w:szCs w:val="24"/>
          <w:u w:val="single"/>
        </w:rPr>
        <w:t>S</w:t>
      </w:r>
      <w:r w:rsidRPr="00CE7981">
        <w:rPr>
          <w:b/>
          <w:bCs/>
          <w:sz w:val="24"/>
          <w:szCs w:val="24"/>
        </w:rPr>
        <w:t xml:space="preserve">upport </w:t>
      </w:r>
      <w:r w:rsidRPr="00CE7981">
        <w:rPr>
          <w:b/>
          <w:bCs/>
          <w:sz w:val="24"/>
          <w:szCs w:val="24"/>
          <w:u w:val="single"/>
        </w:rPr>
        <w:t>C</w:t>
      </w:r>
      <w:r w:rsidRPr="00CE7981">
        <w:rPr>
          <w:b/>
          <w:bCs/>
          <w:sz w:val="24"/>
          <w:szCs w:val="24"/>
        </w:rPr>
        <w:t>onsortium</w:t>
      </w:r>
    </w:p>
    <w:p w14:paraId="07F6D0D3" w14:textId="77777777" w:rsidR="0068361C" w:rsidRPr="00CE7981" w:rsidRDefault="0068361C" w:rsidP="0068361C">
      <w:pPr>
        <w:rPr>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6"/>
      </w:tblGrid>
      <w:tr w:rsidR="00CE7981" w:rsidRPr="009A054B" w14:paraId="374936CF" w14:textId="77777777" w:rsidTr="009A054B">
        <w:tc>
          <w:tcPr>
            <w:tcW w:w="11016" w:type="dxa"/>
          </w:tcPr>
          <w:p w14:paraId="22B5E61A" w14:textId="77777777" w:rsidR="00CE7981" w:rsidRPr="009A054B" w:rsidRDefault="00CE7981" w:rsidP="00FA47A8">
            <w:pPr>
              <w:rPr>
                <w:b/>
                <w:bCs/>
                <w:sz w:val="22"/>
                <w:szCs w:val="32"/>
              </w:rPr>
            </w:pPr>
            <w:r w:rsidRPr="009A054B">
              <w:rPr>
                <w:b/>
                <w:bCs/>
                <w:sz w:val="22"/>
                <w:szCs w:val="32"/>
              </w:rPr>
              <w:t xml:space="preserve">INTASC 1: Making content </w:t>
            </w:r>
            <w:proofErr w:type="gramStart"/>
            <w:r w:rsidRPr="009A054B">
              <w:rPr>
                <w:b/>
                <w:bCs/>
                <w:sz w:val="22"/>
                <w:szCs w:val="32"/>
              </w:rPr>
              <w:t xml:space="preserve">meaningful  </w:t>
            </w:r>
            <w:proofErr w:type="gramEnd"/>
          </w:p>
        </w:tc>
      </w:tr>
      <w:tr w:rsidR="00CE7981" w:rsidRPr="009A054B" w14:paraId="386408FE" w14:textId="77777777" w:rsidTr="009A054B">
        <w:tc>
          <w:tcPr>
            <w:tcW w:w="11016" w:type="dxa"/>
          </w:tcPr>
          <w:p w14:paraId="0EC861FE" w14:textId="77777777" w:rsidR="00CE7981" w:rsidRPr="009A054B" w:rsidRDefault="00CE7981" w:rsidP="009A054B">
            <w:pPr>
              <w:numPr>
                <w:ilvl w:val="0"/>
                <w:numId w:val="6"/>
              </w:numPr>
              <w:rPr>
                <w:sz w:val="22"/>
                <w:szCs w:val="32"/>
              </w:rPr>
            </w:pPr>
            <w:r w:rsidRPr="009A054B">
              <w:rPr>
                <w:sz w:val="22"/>
                <w:szCs w:val="32"/>
              </w:rPr>
              <w:lastRenderedPageBreak/>
              <w:t>The teacher understands the central concepts, tools of inquiry, and structures of the discipline(s) he or she teaches and creates learning experiences that make these aspects of subject matter meaningful for students.</w:t>
            </w:r>
          </w:p>
        </w:tc>
      </w:tr>
      <w:tr w:rsidR="00CE7981" w:rsidRPr="009A054B" w14:paraId="4F34D05A" w14:textId="77777777" w:rsidTr="009A054B">
        <w:tc>
          <w:tcPr>
            <w:tcW w:w="11016" w:type="dxa"/>
          </w:tcPr>
          <w:p w14:paraId="70B9C931" w14:textId="77777777" w:rsidR="00CE7981" w:rsidRPr="00DA4ABD" w:rsidRDefault="00E30498" w:rsidP="00FA47A8">
            <w:pPr>
              <w:rPr>
                <w:b/>
                <w:sz w:val="22"/>
                <w:szCs w:val="32"/>
              </w:rPr>
            </w:pPr>
            <w:r>
              <w:rPr>
                <w:sz w:val="22"/>
                <w:szCs w:val="32"/>
              </w:rPr>
              <w:t>Evidence/</w:t>
            </w:r>
            <w:r w:rsidR="00CE7981" w:rsidRPr="009A054B">
              <w:rPr>
                <w:sz w:val="22"/>
                <w:szCs w:val="32"/>
              </w:rPr>
              <w:t>Reflection:</w:t>
            </w:r>
            <w:r w:rsidR="00DA4ABD">
              <w:rPr>
                <w:sz w:val="22"/>
                <w:szCs w:val="32"/>
              </w:rPr>
              <w:t xml:space="preserve"> Allows the students to work in groups to work on their mathematic skills</w:t>
            </w:r>
          </w:p>
          <w:p w14:paraId="22686399" w14:textId="77777777" w:rsidR="00CE7981" w:rsidRPr="009A054B" w:rsidRDefault="00CE7981" w:rsidP="00FA47A8">
            <w:pPr>
              <w:rPr>
                <w:sz w:val="22"/>
                <w:szCs w:val="32"/>
              </w:rPr>
            </w:pPr>
          </w:p>
          <w:p w14:paraId="19C1B5BB" w14:textId="77777777" w:rsidR="00CE7981" w:rsidRPr="009A054B" w:rsidRDefault="00CE7981" w:rsidP="009A054B">
            <w:pPr>
              <w:tabs>
                <w:tab w:val="left" w:pos="1815"/>
              </w:tabs>
              <w:rPr>
                <w:sz w:val="22"/>
                <w:szCs w:val="32"/>
              </w:rPr>
            </w:pPr>
            <w:r w:rsidRPr="009A054B">
              <w:rPr>
                <w:sz w:val="22"/>
                <w:szCs w:val="32"/>
              </w:rPr>
              <w:tab/>
            </w:r>
          </w:p>
          <w:p w14:paraId="376595E9" w14:textId="77777777" w:rsidR="00CE7981" w:rsidRPr="009A054B" w:rsidRDefault="00CE7981" w:rsidP="009A054B">
            <w:pPr>
              <w:tabs>
                <w:tab w:val="left" w:pos="1815"/>
              </w:tabs>
              <w:rPr>
                <w:sz w:val="22"/>
                <w:szCs w:val="32"/>
              </w:rPr>
            </w:pPr>
          </w:p>
        </w:tc>
      </w:tr>
      <w:tr w:rsidR="00CE7981" w:rsidRPr="009A054B" w14:paraId="3DBCA211" w14:textId="77777777" w:rsidTr="009A054B">
        <w:tc>
          <w:tcPr>
            <w:tcW w:w="11016" w:type="dxa"/>
          </w:tcPr>
          <w:p w14:paraId="3829FC30" w14:textId="77777777" w:rsidR="00CE7981" w:rsidRPr="009A054B" w:rsidRDefault="00CE7981" w:rsidP="00FA47A8">
            <w:pPr>
              <w:rPr>
                <w:b/>
                <w:bCs/>
                <w:sz w:val="22"/>
                <w:szCs w:val="32"/>
              </w:rPr>
            </w:pPr>
            <w:r w:rsidRPr="009A054B">
              <w:rPr>
                <w:b/>
                <w:bCs/>
                <w:sz w:val="22"/>
                <w:szCs w:val="32"/>
              </w:rPr>
              <w:t>INTASC 2: Child development and learning theory</w:t>
            </w:r>
          </w:p>
        </w:tc>
      </w:tr>
      <w:tr w:rsidR="00CE7981" w:rsidRPr="009A054B" w14:paraId="532B4EE0" w14:textId="77777777" w:rsidTr="009A054B">
        <w:tc>
          <w:tcPr>
            <w:tcW w:w="11016" w:type="dxa"/>
          </w:tcPr>
          <w:p w14:paraId="08A23DD8" w14:textId="77777777" w:rsidR="00CE7981" w:rsidRPr="009A054B" w:rsidRDefault="00CE7981" w:rsidP="009A054B">
            <w:pPr>
              <w:numPr>
                <w:ilvl w:val="0"/>
                <w:numId w:val="6"/>
              </w:numPr>
              <w:rPr>
                <w:sz w:val="22"/>
                <w:szCs w:val="32"/>
              </w:rPr>
            </w:pPr>
            <w:r w:rsidRPr="009A054B">
              <w:rPr>
                <w:sz w:val="22"/>
                <w:szCs w:val="32"/>
              </w:rPr>
              <w:t>The teacher understands how children learn and develop and can provide learning opportunities that support their intellectual, social, and personal development.</w:t>
            </w:r>
          </w:p>
        </w:tc>
      </w:tr>
      <w:tr w:rsidR="00CE7981" w:rsidRPr="009A054B" w14:paraId="463A12F7" w14:textId="77777777" w:rsidTr="009A054B">
        <w:tc>
          <w:tcPr>
            <w:tcW w:w="11016" w:type="dxa"/>
          </w:tcPr>
          <w:p w14:paraId="3F7DC530" w14:textId="77777777" w:rsidR="00ED6441" w:rsidRPr="009A054B" w:rsidRDefault="00ED6441" w:rsidP="00ED6441">
            <w:pPr>
              <w:rPr>
                <w:sz w:val="22"/>
                <w:szCs w:val="32"/>
              </w:rPr>
            </w:pPr>
            <w:r>
              <w:rPr>
                <w:sz w:val="22"/>
                <w:szCs w:val="32"/>
              </w:rPr>
              <w:t>Evidence/</w:t>
            </w:r>
            <w:r w:rsidRPr="009A054B">
              <w:rPr>
                <w:sz w:val="22"/>
                <w:szCs w:val="32"/>
              </w:rPr>
              <w:t>Reflection:</w:t>
            </w:r>
          </w:p>
          <w:p w14:paraId="570285CC" w14:textId="77777777" w:rsidR="00CE7981" w:rsidRPr="009A054B" w:rsidRDefault="00CE7981" w:rsidP="00FA47A8">
            <w:pPr>
              <w:rPr>
                <w:sz w:val="22"/>
                <w:szCs w:val="32"/>
              </w:rPr>
            </w:pPr>
          </w:p>
          <w:p w14:paraId="16D3C844" w14:textId="77777777" w:rsidR="00CE7981" w:rsidRPr="009A054B" w:rsidRDefault="00CE7981" w:rsidP="00FA47A8">
            <w:pPr>
              <w:rPr>
                <w:sz w:val="22"/>
                <w:szCs w:val="32"/>
              </w:rPr>
            </w:pPr>
          </w:p>
          <w:p w14:paraId="55B6946C" w14:textId="77777777" w:rsidR="00CE7981" w:rsidRPr="009A054B" w:rsidRDefault="00CE7981" w:rsidP="00FA47A8">
            <w:pPr>
              <w:rPr>
                <w:sz w:val="22"/>
                <w:szCs w:val="32"/>
              </w:rPr>
            </w:pPr>
          </w:p>
          <w:p w14:paraId="5868C428" w14:textId="77777777" w:rsidR="00CE7981" w:rsidRPr="009A054B" w:rsidRDefault="00CE7981" w:rsidP="00FA47A8">
            <w:pPr>
              <w:rPr>
                <w:sz w:val="22"/>
                <w:szCs w:val="32"/>
              </w:rPr>
            </w:pPr>
          </w:p>
        </w:tc>
      </w:tr>
      <w:tr w:rsidR="00CE7981" w:rsidRPr="009A054B" w14:paraId="529FCCD7" w14:textId="77777777" w:rsidTr="009A054B">
        <w:tc>
          <w:tcPr>
            <w:tcW w:w="11016" w:type="dxa"/>
          </w:tcPr>
          <w:p w14:paraId="3CF65ECE" w14:textId="77777777" w:rsidR="00CE7981" w:rsidRPr="009A054B" w:rsidRDefault="00CE7981" w:rsidP="00FA47A8">
            <w:pPr>
              <w:rPr>
                <w:b/>
                <w:bCs/>
                <w:sz w:val="22"/>
                <w:szCs w:val="32"/>
              </w:rPr>
            </w:pPr>
            <w:r w:rsidRPr="009A054B">
              <w:rPr>
                <w:b/>
                <w:bCs/>
                <w:sz w:val="22"/>
                <w:szCs w:val="32"/>
              </w:rPr>
              <w:t>INTASC 3: Learning styles/diversity</w:t>
            </w:r>
          </w:p>
        </w:tc>
      </w:tr>
      <w:tr w:rsidR="00CE7981" w:rsidRPr="009A054B" w14:paraId="3B5CA9BB" w14:textId="77777777" w:rsidTr="009A054B">
        <w:tc>
          <w:tcPr>
            <w:tcW w:w="11016" w:type="dxa"/>
          </w:tcPr>
          <w:p w14:paraId="5782434C" w14:textId="77777777" w:rsidR="00CE7981" w:rsidRPr="009A054B" w:rsidRDefault="00CE7981" w:rsidP="009A054B">
            <w:pPr>
              <w:numPr>
                <w:ilvl w:val="0"/>
                <w:numId w:val="6"/>
              </w:numPr>
              <w:rPr>
                <w:sz w:val="22"/>
                <w:szCs w:val="32"/>
              </w:rPr>
            </w:pPr>
            <w:r w:rsidRPr="009A054B">
              <w:rPr>
                <w:sz w:val="22"/>
                <w:szCs w:val="32"/>
              </w:rPr>
              <w:t>The teacher understands how students differ in their approaches to learning and creates instructional opportunities that are adapted to diverse learners.</w:t>
            </w:r>
          </w:p>
        </w:tc>
      </w:tr>
      <w:tr w:rsidR="00CE7981" w:rsidRPr="009A054B" w14:paraId="3A67F382" w14:textId="77777777" w:rsidTr="009A054B">
        <w:tc>
          <w:tcPr>
            <w:tcW w:w="11016" w:type="dxa"/>
          </w:tcPr>
          <w:p w14:paraId="6CE82CB8" w14:textId="77777777" w:rsidR="00ED6441" w:rsidRPr="009A054B" w:rsidRDefault="00ED6441" w:rsidP="00ED6441">
            <w:pPr>
              <w:rPr>
                <w:sz w:val="22"/>
                <w:szCs w:val="32"/>
              </w:rPr>
            </w:pPr>
            <w:r>
              <w:rPr>
                <w:sz w:val="22"/>
                <w:szCs w:val="32"/>
              </w:rPr>
              <w:t>Evidence/</w:t>
            </w:r>
            <w:r w:rsidRPr="009A054B">
              <w:rPr>
                <w:sz w:val="22"/>
                <w:szCs w:val="32"/>
              </w:rPr>
              <w:t>Reflection:</w:t>
            </w:r>
            <w:r w:rsidR="00DA4ABD">
              <w:rPr>
                <w:sz w:val="22"/>
                <w:szCs w:val="32"/>
              </w:rPr>
              <w:t xml:space="preserve"> Instead of having the students sit at their desks the whole class period, the teacher allows them to get up and rotate groups. Some students work in groups rather than work on their own.</w:t>
            </w:r>
          </w:p>
          <w:p w14:paraId="22087B1E" w14:textId="77777777" w:rsidR="00CE7981" w:rsidRPr="009A054B" w:rsidRDefault="00CE7981" w:rsidP="00FA47A8">
            <w:pPr>
              <w:rPr>
                <w:sz w:val="22"/>
                <w:szCs w:val="32"/>
              </w:rPr>
            </w:pPr>
          </w:p>
        </w:tc>
      </w:tr>
      <w:tr w:rsidR="00CE7981" w:rsidRPr="009A054B" w14:paraId="27F87ACB" w14:textId="77777777" w:rsidTr="009A054B">
        <w:tc>
          <w:tcPr>
            <w:tcW w:w="11016" w:type="dxa"/>
          </w:tcPr>
          <w:p w14:paraId="40F59240" w14:textId="77777777" w:rsidR="00CE7981" w:rsidRPr="009A054B" w:rsidRDefault="00CE7981" w:rsidP="00FA47A8">
            <w:pPr>
              <w:rPr>
                <w:b/>
                <w:bCs/>
                <w:sz w:val="22"/>
                <w:szCs w:val="32"/>
              </w:rPr>
            </w:pPr>
            <w:r w:rsidRPr="009A054B">
              <w:rPr>
                <w:b/>
                <w:bCs/>
                <w:sz w:val="22"/>
                <w:szCs w:val="32"/>
              </w:rPr>
              <w:t>INTASC 4: Instructional strategies/problem solving</w:t>
            </w:r>
          </w:p>
        </w:tc>
      </w:tr>
      <w:tr w:rsidR="00CE7981" w:rsidRPr="009A054B" w14:paraId="3ADC855F" w14:textId="77777777" w:rsidTr="009A054B">
        <w:tc>
          <w:tcPr>
            <w:tcW w:w="11016" w:type="dxa"/>
          </w:tcPr>
          <w:p w14:paraId="028B738C" w14:textId="77777777" w:rsidR="00CE7981" w:rsidRPr="009A054B" w:rsidRDefault="00CE7981" w:rsidP="009A054B">
            <w:pPr>
              <w:numPr>
                <w:ilvl w:val="0"/>
                <w:numId w:val="6"/>
              </w:numPr>
              <w:rPr>
                <w:sz w:val="22"/>
                <w:szCs w:val="32"/>
              </w:rPr>
            </w:pPr>
            <w:r w:rsidRPr="009A054B">
              <w:rPr>
                <w:sz w:val="22"/>
                <w:szCs w:val="32"/>
              </w:rPr>
              <w:t>The teacher understands and uses a variety of instructional strategies to encourage students’ development of critical thinking, problem solving, and performance skills.</w:t>
            </w:r>
          </w:p>
        </w:tc>
      </w:tr>
      <w:tr w:rsidR="00CE7981" w:rsidRPr="009A054B" w14:paraId="5E9944FA" w14:textId="77777777" w:rsidTr="009A054B">
        <w:tc>
          <w:tcPr>
            <w:tcW w:w="11016" w:type="dxa"/>
          </w:tcPr>
          <w:p w14:paraId="38F55A3E" w14:textId="77777777" w:rsidR="00ED6441" w:rsidRPr="009A054B" w:rsidRDefault="00ED6441" w:rsidP="00ED6441">
            <w:pPr>
              <w:rPr>
                <w:sz w:val="22"/>
                <w:szCs w:val="32"/>
              </w:rPr>
            </w:pPr>
            <w:r>
              <w:rPr>
                <w:sz w:val="22"/>
                <w:szCs w:val="32"/>
              </w:rPr>
              <w:t>Evidence/</w:t>
            </w:r>
            <w:r w:rsidRPr="009A054B">
              <w:rPr>
                <w:sz w:val="22"/>
                <w:szCs w:val="32"/>
              </w:rPr>
              <w:t>Reflection:</w:t>
            </w:r>
          </w:p>
          <w:p w14:paraId="3793C701" w14:textId="77777777" w:rsidR="00CE7981" w:rsidRPr="009A054B" w:rsidRDefault="00CE7981" w:rsidP="00FA47A8">
            <w:pPr>
              <w:rPr>
                <w:sz w:val="22"/>
                <w:szCs w:val="32"/>
              </w:rPr>
            </w:pPr>
          </w:p>
          <w:p w14:paraId="3B4639F8" w14:textId="77777777" w:rsidR="00CE7981" w:rsidRPr="009A054B" w:rsidRDefault="00CE7981" w:rsidP="00FA47A8">
            <w:pPr>
              <w:rPr>
                <w:sz w:val="22"/>
                <w:szCs w:val="32"/>
              </w:rPr>
            </w:pPr>
          </w:p>
          <w:p w14:paraId="102AB950" w14:textId="77777777" w:rsidR="00CE7981" w:rsidRPr="009A054B" w:rsidRDefault="00CE7981" w:rsidP="00FA47A8">
            <w:pPr>
              <w:rPr>
                <w:sz w:val="22"/>
                <w:szCs w:val="32"/>
              </w:rPr>
            </w:pPr>
          </w:p>
          <w:p w14:paraId="5213D9D9" w14:textId="77777777" w:rsidR="00CE7981" w:rsidRPr="009A054B" w:rsidRDefault="00CE7981" w:rsidP="00FA47A8">
            <w:pPr>
              <w:rPr>
                <w:sz w:val="22"/>
                <w:szCs w:val="32"/>
              </w:rPr>
            </w:pPr>
          </w:p>
        </w:tc>
      </w:tr>
      <w:tr w:rsidR="00CE7981" w:rsidRPr="009A054B" w14:paraId="2221A7AB" w14:textId="77777777" w:rsidTr="009A054B">
        <w:tc>
          <w:tcPr>
            <w:tcW w:w="11016" w:type="dxa"/>
          </w:tcPr>
          <w:p w14:paraId="38F82148" w14:textId="77777777" w:rsidR="00CE7981" w:rsidRPr="009A054B" w:rsidRDefault="00CE7981" w:rsidP="00FA47A8">
            <w:pPr>
              <w:rPr>
                <w:b/>
                <w:bCs/>
                <w:sz w:val="22"/>
                <w:szCs w:val="32"/>
              </w:rPr>
            </w:pPr>
            <w:r w:rsidRPr="009A054B">
              <w:rPr>
                <w:b/>
                <w:sz w:val="22"/>
                <w:szCs w:val="32"/>
              </w:rPr>
              <w:t xml:space="preserve">INTASC 5: </w:t>
            </w:r>
            <w:r w:rsidRPr="009A054B">
              <w:rPr>
                <w:b/>
                <w:bCs/>
                <w:sz w:val="22"/>
                <w:szCs w:val="32"/>
              </w:rPr>
              <w:t>Motivation and behavior</w:t>
            </w:r>
          </w:p>
        </w:tc>
      </w:tr>
      <w:tr w:rsidR="00CE7981" w:rsidRPr="009A054B" w14:paraId="65D4085B" w14:textId="77777777" w:rsidTr="009A054B">
        <w:tc>
          <w:tcPr>
            <w:tcW w:w="11016" w:type="dxa"/>
          </w:tcPr>
          <w:p w14:paraId="0029FCCE" w14:textId="77777777" w:rsidR="00CE7981" w:rsidRPr="009A054B" w:rsidRDefault="00CE7981" w:rsidP="009A054B">
            <w:pPr>
              <w:numPr>
                <w:ilvl w:val="0"/>
                <w:numId w:val="6"/>
              </w:numPr>
              <w:rPr>
                <w:sz w:val="22"/>
                <w:szCs w:val="32"/>
              </w:rPr>
            </w:pPr>
            <w:r w:rsidRPr="009A054B">
              <w:rPr>
                <w:sz w:val="22"/>
                <w:szCs w:val="32"/>
              </w:rPr>
              <w:t>The teacher uses an understanding individual and group motivation and behavior to create a learning environment that encourages positive social interaction, active engagements in learning, and self-motivation.</w:t>
            </w:r>
          </w:p>
        </w:tc>
      </w:tr>
      <w:tr w:rsidR="00CE7981" w:rsidRPr="009A054B" w14:paraId="0F9CAEA8" w14:textId="77777777" w:rsidTr="009A054B">
        <w:tc>
          <w:tcPr>
            <w:tcW w:w="11016" w:type="dxa"/>
          </w:tcPr>
          <w:p w14:paraId="12517AA2" w14:textId="77777777" w:rsidR="00ED6441" w:rsidRPr="009A054B" w:rsidRDefault="00ED6441" w:rsidP="00ED6441">
            <w:pPr>
              <w:rPr>
                <w:sz w:val="22"/>
                <w:szCs w:val="32"/>
              </w:rPr>
            </w:pPr>
            <w:r>
              <w:rPr>
                <w:sz w:val="22"/>
                <w:szCs w:val="32"/>
              </w:rPr>
              <w:t>Evidence/</w:t>
            </w:r>
            <w:r w:rsidRPr="009A054B">
              <w:rPr>
                <w:sz w:val="22"/>
                <w:szCs w:val="32"/>
              </w:rPr>
              <w:t>Reflection:</w:t>
            </w:r>
          </w:p>
          <w:p w14:paraId="5ADA461B" w14:textId="77777777" w:rsidR="00CE7981" w:rsidRPr="009A054B" w:rsidRDefault="00CE7981" w:rsidP="00FA47A8">
            <w:pPr>
              <w:rPr>
                <w:sz w:val="22"/>
                <w:szCs w:val="32"/>
              </w:rPr>
            </w:pPr>
          </w:p>
          <w:p w14:paraId="02C06EED" w14:textId="77777777" w:rsidR="00CE7981" w:rsidRPr="009A054B" w:rsidRDefault="00CE7981" w:rsidP="00FA47A8">
            <w:pPr>
              <w:rPr>
                <w:sz w:val="22"/>
                <w:szCs w:val="32"/>
              </w:rPr>
            </w:pPr>
          </w:p>
          <w:p w14:paraId="2B6C29E7" w14:textId="77777777" w:rsidR="00CE7981" w:rsidRPr="009A054B" w:rsidRDefault="00CE7981" w:rsidP="00FA47A8">
            <w:pPr>
              <w:rPr>
                <w:sz w:val="22"/>
                <w:szCs w:val="32"/>
              </w:rPr>
            </w:pPr>
          </w:p>
          <w:p w14:paraId="6F905869" w14:textId="77777777" w:rsidR="00CE7981" w:rsidRPr="009A054B" w:rsidRDefault="00CE7981" w:rsidP="00FA47A8">
            <w:pPr>
              <w:rPr>
                <w:sz w:val="22"/>
                <w:szCs w:val="32"/>
              </w:rPr>
            </w:pPr>
          </w:p>
        </w:tc>
      </w:tr>
      <w:tr w:rsidR="00CE7981" w:rsidRPr="009A054B" w14:paraId="57864BEF" w14:textId="77777777" w:rsidTr="009A054B">
        <w:tc>
          <w:tcPr>
            <w:tcW w:w="11016" w:type="dxa"/>
          </w:tcPr>
          <w:p w14:paraId="08E515E9" w14:textId="77777777" w:rsidR="00CE7981" w:rsidRPr="009A054B" w:rsidRDefault="00CE7981" w:rsidP="00FA47A8">
            <w:pPr>
              <w:rPr>
                <w:b/>
                <w:bCs/>
                <w:sz w:val="22"/>
                <w:szCs w:val="32"/>
              </w:rPr>
            </w:pPr>
            <w:r w:rsidRPr="009A054B">
              <w:rPr>
                <w:b/>
                <w:sz w:val="22"/>
                <w:szCs w:val="32"/>
              </w:rPr>
              <w:t>INTASC 6:</w:t>
            </w:r>
            <w:r w:rsidRPr="009A054B">
              <w:rPr>
                <w:sz w:val="22"/>
                <w:szCs w:val="32"/>
              </w:rPr>
              <w:t xml:space="preserve"> </w:t>
            </w:r>
            <w:r w:rsidRPr="009A054B">
              <w:rPr>
                <w:b/>
                <w:bCs/>
                <w:sz w:val="22"/>
                <w:szCs w:val="32"/>
              </w:rPr>
              <w:t>Communication/knowledge</w:t>
            </w:r>
          </w:p>
        </w:tc>
      </w:tr>
      <w:tr w:rsidR="00CE7981" w:rsidRPr="009A054B" w14:paraId="06FFBA85" w14:textId="77777777" w:rsidTr="009A054B">
        <w:tc>
          <w:tcPr>
            <w:tcW w:w="11016" w:type="dxa"/>
          </w:tcPr>
          <w:p w14:paraId="561BE3D1" w14:textId="77777777" w:rsidR="00CE7981" w:rsidRPr="009A054B" w:rsidRDefault="00CE7981" w:rsidP="009A054B">
            <w:pPr>
              <w:numPr>
                <w:ilvl w:val="0"/>
                <w:numId w:val="6"/>
              </w:numPr>
              <w:rPr>
                <w:sz w:val="22"/>
                <w:szCs w:val="32"/>
              </w:rPr>
            </w:pPr>
            <w:r w:rsidRPr="009A054B">
              <w:rPr>
                <w:sz w:val="22"/>
                <w:szCs w:val="32"/>
              </w:rPr>
              <w:t>The teacher uses knowledge of effective verbal, nonverbal and media communication techniques to foster active inquiry, collaboration, and supportive interaction in the classroom.</w:t>
            </w:r>
          </w:p>
        </w:tc>
      </w:tr>
      <w:tr w:rsidR="00CE7981" w:rsidRPr="009A054B" w14:paraId="012FBCB0" w14:textId="77777777" w:rsidTr="009A054B">
        <w:tc>
          <w:tcPr>
            <w:tcW w:w="11016" w:type="dxa"/>
          </w:tcPr>
          <w:p w14:paraId="1BA341E2" w14:textId="77777777" w:rsidR="00ED6441" w:rsidRPr="009A054B" w:rsidRDefault="00ED6441" w:rsidP="00ED6441">
            <w:pPr>
              <w:rPr>
                <w:sz w:val="22"/>
                <w:szCs w:val="32"/>
              </w:rPr>
            </w:pPr>
            <w:r>
              <w:rPr>
                <w:sz w:val="22"/>
                <w:szCs w:val="32"/>
              </w:rPr>
              <w:t>Evidence/</w:t>
            </w:r>
            <w:r w:rsidRPr="009A054B">
              <w:rPr>
                <w:sz w:val="22"/>
                <w:szCs w:val="32"/>
              </w:rPr>
              <w:t>Reflection:</w:t>
            </w:r>
          </w:p>
          <w:p w14:paraId="61232C1A" w14:textId="77777777" w:rsidR="00CE7981" w:rsidRPr="009A054B" w:rsidRDefault="00CE7981" w:rsidP="00FA47A8">
            <w:pPr>
              <w:rPr>
                <w:sz w:val="22"/>
                <w:szCs w:val="32"/>
              </w:rPr>
            </w:pPr>
          </w:p>
          <w:p w14:paraId="1D5FD9B5" w14:textId="77777777" w:rsidR="00CE7981" w:rsidRPr="009A054B" w:rsidRDefault="00CE7981" w:rsidP="00FA47A8">
            <w:pPr>
              <w:rPr>
                <w:sz w:val="22"/>
                <w:szCs w:val="32"/>
              </w:rPr>
            </w:pPr>
          </w:p>
        </w:tc>
      </w:tr>
      <w:tr w:rsidR="00CE7981" w:rsidRPr="009A054B" w14:paraId="378F1E5A" w14:textId="77777777" w:rsidTr="009A054B">
        <w:tc>
          <w:tcPr>
            <w:tcW w:w="11016" w:type="dxa"/>
          </w:tcPr>
          <w:p w14:paraId="1F666DCD" w14:textId="77777777" w:rsidR="00CE7981" w:rsidRPr="009A054B" w:rsidRDefault="00CE7981" w:rsidP="00FA47A8">
            <w:pPr>
              <w:rPr>
                <w:b/>
                <w:bCs/>
                <w:sz w:val="22"/>
                <w:szCs w:val="32"/>
              </w:rPr>
            </w:pPr>
            <w:r w:rsidRPr="009A054B">
              <w:rPr>
                <w:b/>
                <w:sz w:val="22"/>
                <w:szCs w:val="32"/>
              </w:rPr>
              <w:t>INTASC 7:</w:t>
            </w:r>
            <w:r w:rsidRPr="009A054B">
              <w:rPr>
                <w:sz w:val="22"/>
                <w:szCs w:val="32"/>
              </w:rPr>
              <w:t xml:space="preserve"> </w:t>
            </w:r>
            <w:r w:rsidRPr="009A054B">
              <w:rPr>
                <w:b/>
                <w:bCs/>
                <w:sz w:val="22"/>
                <w:szCs w:val="32"/>
              </w:rPr>
              <w:t>Planning for instruction</w:t>
            </w:r>
          </w:p>
        </w:tc>
      </w:tr>
      <w:tr w:rsidR="00CE7981" w:rsidRPr="009A054B" w14:paraId="050B4BCB" w14:textId="77777777" w:rsidTr="009A054B">
        <w:tc>
          <w:tcPr>
            <w:tcW w:w="11016" w:type="dxa"/>
          </w:tcPr>
          <w:p w14:paraId="088C2F9D" w14:textId="77777777" w:rsidR="00CE7981" w:rsidRPr="009A054B" w:rsidRDefault="00CE7981" w:rsidP="009A054B">
            <w:pPr>
              <w:numPr>
                <w:ilvl w:val="0"/>
                <w:numId w:val="6"/>
              </w:numPr>
              <w:rPr>
                <w:sz w:val="22"/>
                <w:szCs w:val="32"/>
              </w:rPr>
            </w:pPr>
            <w:r w:rsidRPr="009A054B">
              <w:rPr>
                <w:sz w:val="22"/>
                <w:szCs w:val="32"/>
              </w:rPr>
              <w:t>The teacher plans instruction based upon knowledge of subject matter, students, the community, and curriculum goals.</w:t>
            </w:r>
          </w:p>
        </w:tc>
      </w:tr>
      <w:tr w:rsidR="00CE7981" w:rsidRPr="009A054B" w14:paraId="7F11E27E" w14:textId="77777777" w:rsidTr="009A054B">
        <w:tc>
          <w:tcPr>
            <w:tcW w:w="11016" w:type="dxa"/>
          </w:tcPr>
          <w:p w14:paraId="1D674F3D" w14:textId="77777777" w:rsidR="00CE7981" w:rsidRPr="009A054B" w:rsidRDefault="00ED6441" w:rsidP="00FA47A8">
            <w:pPr>
              <w:rPr>
                <w:sz w:val="22"/>
                <w:szCs w:val="32"/>
              </w:rPr>
            </w:pPr>
            <w:r>
              <w:rPr>
                <w:sz w:val="22"/>
                <w:szCs w:val="32"/>
              </w:rPr>
              <w:t>Evidence/</w:t>
            </w:r>
            <w:r w:rsidRPr="009A054B">
              <w:rPr>
                <w:sz w:val="22"/>
                <w:szCs w:val="32"/>
              </w:rPr>
              <w:t>Reflection:</w:t>
            </w:r>
            <w:r w:rsidR="00A846AD">
              <w:rPr>
                <w:sz w:val="22"/>
                <w:szCs w:val="32"/>
              </w:rPr>
              <w:t xml:space="preserve"> </w:t>
            </w:r>
            <w:r w:rsidR="00A846AD">
              <w:rPr>
                <w:sz w:val="22"/>
                <w:szCs w:val="32"/>
              </w:rPr>
              <w:t>The teacher constantly gave out instructions in order to keep the students on task and to finish the lesson and activities.</w:t>
            </w:r>
          </w:p>
          <w:p w14:paraId="1F579C3F" w14:textId="77777777" w:rsidR="00CE7981" w:rsidRPr="009A054B" w:rsidRDefault="00CE7981" w:rsidP="00FA47A8">
            <w:pPr>
              <w:rPr>
                <w:sz w:val="22"/>
                <w:szCs w:val="32"/>
              </w:rPr>
            </w:pPr>
          </w:p>
        </w:tc>
      </w:tr>
      <w:tr w:rsidR="00CE7981" w:rsidRPr="009A054B" w14:paraId="4698E86F" w14:textId="77777777" w:rsidTr="009A054B">
        <w:tc>
          <w:tcPr>
            <w:tcW w:w="11016" w:type="dxa"/>
          </w:tcPr>
          <w:p w14:paraId="6C2AF228" w14:textId="77777777" w:rsidR="00CE7981" w:rsidRPr="009A054B" w:rsidRDefault="00CE7981" w:rsidP="00FA47A8">
            <w:pPr>
              <w:rPr>
                <w:b/>
                <w:bCs/>
                <w:sz w:val="22"/>
                <w:szCs w:val="32"/>
              </w:rPr>
            </w:pPr>
            <w:r w:rsidRPr="009A054B">
              <w:rPr>
                <w:b/>
                <w:sz w:val="22"/>
                <w:szCs w:val="32"/>
              </w:rPr>
              <w:t>INTASC 8</w:t>
            </w:r>
            <w:r w:rsidRPr="009A054B">
              <w:rPr>
                <w:sz w:val="22"/>
                <w:szCs w:val="32"/>
              </w:rPr>
              <w:t xml:space="preserve">: </w:t>
            </w:r>
            <w:r w:rsidRPr="009A054B">
              <w:rPr>
                <w:b/>
                <w:bCs/>
                <w:sz w:val="22"/>
                <w:szCs w:val="32"/>
              </w:rPr>
              <w:t>Assessment</w:t>
            </w:r>
          </w:p>
        </w:tc>
      </w:tr>
      <w:tr w:rsidR="00CE7981" w:rsidRPr="009A054B" w14:paraId="3EE34CCB" w14:textId="77777777" w:rsidTr="009A054B">
        <w:tc>
          <w:tcPr>
            <w:tcW w:w="11016" w:type="dxa"/>
          </w:tcPr>
          <w:p w14:paraId="7319C68F" w14:textId="77777777" w:rsidR="00CE7981" w:rsidRPr="009A054B" w:rsidRDefault="00CE7981" w:rsidP="009A054B">
            <w:pPr>
              <w:numPr>
                <w:ilvl w:val="0"/>
                <w:numId w:val="7"/>
              </w:numPr>
              <w:rPr>
                <w:sz w:val="22"/>
                <w:szCs w:val="32"/>
              </w:rPr>
            </w:pPr>
            <w:r w:rsidRPr="009A054B">
              <w:rPr>
                <w:sz w:val="22"/>
                <w:szCs w:val="32"/>
              </w:rPr>
              <w:t>The teacher understands and uses formal and informal assessment strategies to evaluate and ensure the continuous intellectual, social, and physical development of the learner.</w:t>
            </w:r>
          </w:p>
        </w:tc>
      </w:tr>
      <w:tr w:rsidR="00CE7981" w:rsidRPr="009A054B" w14:paraId="00585E35" w14:textId="77777777" w:rsidTr="009A054B">
        <w:tc>
          <w:tcPr>
            <w:tcW w:w="11016" w:type="dxa"/>
          </w:tcPr>
          <w:p w14:paraId="3105D081" w14:textId="77777777" w:rsidR="00ED6441" w:rsidRPr="009A054B" w:rsidRDefault="00ED6441" w:rsidP="00ED6441">
            <w:pPr>
              <w:rPr>
                <w:sz w:val="22"/>
                <w:szCs w:val="32"/>
              </w:rPr>
            </w:pPr>
            <w:r>
              <w:rPr>
                <w:sz w:val="22"/>
                <w:szCs w:val="32"/>
              </w:rPr>
              <w:lastRenderedPageBreak/>
              <w:t>Evidence/</w:t>
            </w:r>
            <w:r w:rsidRPr="009A054B">
              <w:rPr>
                <w:sz w:val="22"/>
                <w:szCs w:val="32"/>
              </w:rPr>
              <w:t>Reflection:</w:t>
            </w:r>
          </w:p>
          <w:p w14:paraId="471CA6A6" w14:textId="77777777" w:rsidR="00CE7981" w:rsidRPr="009A054B" w:rsidRDefault="00CE7981" w:rsidP="00FA47A8">
            <w:pPr>
              <w:rPr>
                <w:sz w:val="22"/>
                <w:szCs w:val="32"/>
              </w:rPr>
            </w:pPr>
          </w:p>
          <w:p w14:paraId="31321A94" w14:textId="77777777" w:rsidR="00CE7981" w:rsidRPr="009A054B" w:rsidRDefault="00CE7981" w:rsidP="00FA47A8">
            <w:pPr>
              <w:rPr>
                <w:sz w:val="22"/>
                <w:szCs w:val="32"/>
              </w:rPr>
            </w:pPr>
          </w:p>
          <w:p w14:paraId="6A32654C" w14:textId="77777777" w:rsidR="00CE7981" w:rsidRPr="009A054B" w:rsidRDefault="00CE7981" w:rsidP="00FA47A8">
            <w:pPr>
              <w:rPr>
                <w:sz w:val="22"/>
                <w:szCs w:val="32"/>
              </w:rPr>
            </w:pPr>
          </w:p>
          <w:p w14:paraId="2A650408" w14:textId="77777777" w:rsidR="00CE7981" w:rsidRPr="009A054B" w:rsidRDefault="00CE7981" w:rsidP="00FA47A8">
            <w:pPr>
              <w:rPr>
                <w:sz w:val="22"/>
                <w:szCs w:val="32"/>
              </w:rPr>
            </w:pPr>
          </w:p>
        </w:tc>
      </w:tr>
      <w:tr w:rsidR="00CE7981" w:rsidRPr="009A054B" w14:paraId="2712F63F" w14:textId="77777777" w:rsidTr="009A054B">
        <w:tc>
          <w:tcPr>
            <w:tcW w:w="11016" w:type="dxa"/>
          </w:tcPr>
          <w:p w14:paraId="5922CCAD" w14:textId="77777777" w:rsidR="00CE7981" w:rsidRPr="009A054B" w:rsidRDefault="00CE7981" w:rsidP="00FA47A8">
            <w:pPr>
              <w:rPr>
                <w:b/>
                <w:bCs/>
                <w:sz w:val="22"/>
                <w:szCs w:val="32"/>
              </w:rPr>
            </w:pPr>
            <w:r w:rsidRPr="009A054B">
              <w:rPr>
                <w:b/>
                <w:sz w:val="22"/>
                <w:szCs w:val="32"/>
              </w:rPr>
              <w:t>INTASC 9:</w:t>
            </w:r>
            <w:r w:rsidRPr="009A054B">
              <w:rPr>
                <w:sz w:val="22"/>
                <w:szCs w:val="32"/>
              </w:rPr>
              <w:t xml:space="preserve"> </w:t>
            </w:r>
            <w:r w:rsidRPr="009A054B">
              <w:rPr>
                <w:b/>
                <w:bCs/>
                <w:sz w:val="22"/>
                <w:szCs w:val="32"/>
              </w:rPr>
              <w:t>Professional growth/reflection</w:t>
            </w:r>
          </w:p>
        </w:tc>
      </w:tr>
      <w:tr w:rsidR="00CE7981" w:rsidRPr="009A054B" w14:paraId="764655B1" w14:textId="77777777" w:rsidTr="009A054B">
        <w:tc>
          <w:tcPr>
            <w:tcW w:w="11016" w:type="dxa"/>
          </w:tcPr>
          <w:p w14:paraId="1D7D983E" w14:textId="77777777" w:rsidR="00CE7981" w:rsidRPr="009A054B" w:rsidRDefault="00CE7981" w:rsidP="009A054B">
            <w:pPr>
              <w:numPr>
                <w:ilvl w:val="0"/>
                <w:numId w:val="7"/>
              </w:numPr>
              <w:rPr>
                <w:sz w:val="22"/>
                <w:szCs w:val="32"/>
              </w:rPr>
            </w:pPr>
            <w:r w:rsidRPr="009A054B">
              <w:rPr>
                <w:sz w:val="22"/>
                <w:szCs w:val="32"/>
              </w:rPr>
              <w:t>The teacher is a reflective practitioner who continually evaluates the effects of his or her choices and actions on others (students, parents, and other professionals in the learning community) and who actively seeks out opportunities to grow professionally.</w:t>
            </w:r>
          </w:p>
        </w:tc>
      </w:tr>
      <w:tr w:rsidR="00CE7981" w:rsidRPr="009A054B" w14:paraId="692581EF" w14:textId="77777777" w:rsidTr="009A054B">
        <w:tc>
          <w:tcPr>
            <w:tcW w:w="11016" w:type="dxa"/>
          </w:tcPr>
          <w:p w14:paraId="035258F9" w14:textId="77777777" w:rsidR="00ED6441" w:rsidRPr="009A054B" w:rsidRDefault="00ED6441" w:rsidP="00ED6441">
            <w:pPr>
              <w:rPr>
                <w:sz w:val="22"/>
                <w:szCs w:val="32"/>
              </w:rPr>
            </w:pPr>
            <w:r>
              <w:rPr>
                <w:sz w:val="22"/>
                <w:szCs w:val="32"/>
              </w:rPr>
              <w:t>Evidence/</w:t>
            </w:r>
            <w:r w:rsidRPr="009A054B">
              <w:rPr>
                <w:sz w:val="22"/>
                <w:szCs w:val="32"/>
              </w:rPr>
              <w:t>Reflection:</w:t>
            </w:r>
          </w:p>
          <w:p w14:paraId="092BEAB4" w14:textId="77777777" w:rsidR="00CE7981" w:rsidRPr="009A054B" w:rsidRDefault="00CE7981" w:rsidP="00FA47A8">
            <w:pPr>
              <w:rPr>
                <w:sz w:val="22"/>
                <w:szCs w:val="32"/>
              </w:rPr>
            </w:pPr>
          </w:p>
          <w:p w14:paraId="74D7AF3E" w14:textId="77777777" w:rsidR="00CE7981" w:rsidRPr="009A054B" w:rsidRDefault="00CE7981" w:rsidP="00FA47A8">
            <w:pPr>
              <w:rPr>
                <w:sz w:val="22"/>
                <w:szCs w:val="32"/>
              </w:rPr>
            </w:pPr>
          </w:p>
          <w:p w14:paraId="116AC2AC" w14:textId="77777777" w:rsidR="00CE7981" w:rsidRPr="009A054B" w:rsidRDefault="00CE7981" w:rsidP="00FA47A8">
            <w:pPr>
              <w:rPr>
                <w:sz w:val="22"/>
                <w:szCs w:val="32"/>
              </w:rPr>
            </w:pPr>
          </w:p>
          <w:p w14:paraId="47BAED11" w14:textId="77777777" w:rsidR="00CE7981" w:rsidRPr="009A054B" w:rsidRDefault="00CE7981" w:rsidP="00FA47A8">
            <w:pPr>
              <w:rPr>
                <w:sz w:val="22"/>
                <w:szCs w:val="32"/>
              </w:rPr>
            </w:pPr>
          </w:p>
        </w:tc>
      </w:tr>
      <w:tr w:rsidR="00CE7981" w:rsidRPr="009A054B" w14:paraId="37C15CC0" w14:textId="77777777" w:rsidTr="009A054B">
        <w:tc>
          <w:tcPr>
            <w:tcW w:w="11016" w:type="dxa"/>
          </w:tcPr>
          <w:p w14:paraId="5EF6A914" w14:textId="77777777" w:rsidR="00CE7981" w:rsidRPr="009A054B" w:rsidRDefault="00CE7981" w:rsidP="00FA47A8">
            <w:pPr>
              <w:rPr>
                <w:b/>
                <w:bCs/>
                <w:sz w:val="22"/>
                <w:szCs w:val="32"/>
              </w:rPr>
            </w:pPr>
            <w:r w:rsidRPr="009A054B">
              <w:rPr>
                <w:b/>
                <w:sz w:val="22"/>
                <w:szCs w:val="32"/>
              </w:rPr>
              <w:t>INTASC 10:</w:t>
            </w:r>
            <w:r w:rsidRPr="009A054B">
              <w:rPr>
                <w:sz w:val="22"/>
                <w:szCs w:val="32"/>
              </w:rPr>
              <w:t xml:space="preserve"> </w:t>
            </w:r>
            <w:r w:rsidRPr="009A054B">
              <w:rPr>
                <w:b/>
                <w:bCs/>
                <w:sz w:val="22"/>
                <w:szCs w:val="32"/>
              </w:rPr>
              <w:t>Interpersonal relationships</w:t>
            </w:r>
          </w:p>
        </w:tc>
      </w:tr>
      <w:tr w:rsidR="00CE7981" w:rsidRPr="009A054B" w14:paraId="530C6C5A" w14:textId="77777777" w:rsidTr="009A054B">
        <w:tc>
          <w:tcPr>
            <w:tcW w:w="11016" w:type="dxa"/>
          </w:tcPr>
          <w:p w14:paraId="10100E97" w14:textId="77777777" w:rsidR="00CE7981" w:rsidRPr="009A054B" w:rsidRDefault="00CE7981" w:rsidP="009A054B">
            <w:pPr>
              <w:numPr>
                <w:ilvl w:val="0"/>
                <w:numId w:val="7"/>
              </w:numPr>
              <w:rPr>
                <w:b/>
                <w:i/>
                <w:sz w:val="22"/>
              </w:rPr>
            </w:pPr>
            <w:r w:rsidRPr="009A054B">
              <w:rPr>
                <w:sz w:val="22"/>
                <w:szCs w:val="32"/>
              </w:rPr>
              <w:t xml:space="preserve">The teacher fosters relationships with school colleagues, parents, and agencies in the larger community to support students’ learning and </w:t>
            </w:r>
            <w:proofErr w:type="gramStart"/>
            <w:r w:rsidRPr="009A054B">
              <w:rPr>
                <w:sz w:val="22"/>
                <w:szCs w:val="32"/>
              </w:rPr>
              <w:t>well-being</w:t>
            </w:r>
            <w:proofErr w:type="gramEnd"/>
            <w:r w:rsidRPr="009A054B">
              <w:rPr>
                <w:sz w:val="22"/>
                <w:szCs w:val="32"/>
              </w:rPr>
              <w:t>.</w:t>
            </w:r>
          </w:p>
        </w:tc>
      </w:tr>
      <w:tr w:rsidR="00CE7981" w:rsidRPr="009A054B" w14:paraId="53C7BEB7" w14:textId="77777777" w:rsidTr="009A054B">
        <w:tc>
          <w:tcPr>
            <w:tcW w:w="11016" w:type="dxa"/>
          </w:tcPr>
          <w:p w14:paraId="1EA5AD10" w14:textId="77777777" w:rsidR="00ED6441" w:rsidRPr="009A054B" w:rsidRDefault="00ED6441" w:rsidP="00ED6441">
            <w:pPr>
              <w:rPr>
                <w:sz w:val="22"/>
                <w:szCs w:val="32"/>
              </w:rPr>
            </w:pPr>
            <w:r>
              <w:rPr>
                <w:sz w:val="22"/>
                <w:szCs w:val="32"/>
              </w:rPr>
              <w:t>Evidence/</w:t>
            </w:r>
            <w:r w:rsidRPr="009A054B">
              <w:rPr>
                <w:sz w:val="22"/>
                <w:szCs w:val="32"/>
              </w:rPr>
              <w:t>Reflection:</w:t>
            </w:r>
          </w:p>
          <w:p w14:paraId="54ECF5A9" w14:textId="77777777" w:rsidR="00CE7981" w:rsidRPr="009A054B" w:rsidRDefault="00CE7981" w:rsidP="00FA47A8">
            <w:pPr>
              <w:rPr>
                <w:sz w:val="22"/>
                <w:szCs w:val="32"/>
              </w:rPr>
            </w:pPr>
          </w:p>
          <w:p w14:paraId="21992CBD" w14:textId="77777777" w:rsidR="00CE7981" w:rsidRPr="009A054B" w:rsidRDefault="00CE7981" w:rsidP="00FA47A8">
            <w:pPr>
              <w:rPr>
                <w:sz w:val="22"/>
                <w:szCs w:val="32"/>
              </w:rPr>
            </w:pPr>
          </w:p>
          <w:p w14:paraId="0C56080F" w14:textId="77777777" w:rsidR="00CE7981" w:rsidRPr="009A054B" w:rsidRDefault="00CE7981" w:rsidP="00FA47A8">
            <w:pPr>
              <w:rPr>
                <w:sz w:val="22"/>
                <w:szCs w:val="32"/>
              </w:rPr>
            </w:pPr>
          </w:p>
          <w:p w14:paraId="5B7FE02B" w14:textId="77777777" w:rsidR="00CE7981" w:rsidRPr="009A054B" w:rsidRDefault="00CE7981" w:rsidP="00FA47A8">
            <w:pPr>
              <w:rPr>
                <w:sz w:val="22"/>
                <w:szCs w:val="32"/>
              </w:rPr>
            </w:pPr>
          </w:p>
        </w:tc>
      </w:tr>
    </w:tbl>
    <w:p w14:paraId="30EC5E4E" w14:textId="77777777" w:rsidR="0068361C" w:rsidRPr="00343F4D" w:rsidRDefault="0068361C" w:rsidP="00CE7981">
      <w:pPr>
        <w:rPr>
          <w:sz w:val="28"/>
          <w:szCs w:val="28"/>
        </w:rPr>
      </w:pPr>
    </w:p>
    <w:sectPr w:rsidR="0068361C" w:rsidRPr="00343F4D" w:rsidSect="0005217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BF85B" w14:textId="77777777" w:rsidR="00DA4ABD" w:rsidRDefault="00DA4ABD">
      <w:r>
        <w:separator/>
      </w:r>
    </w:p>
  </w:endnote>
  <w:endnote w:type="continuationSeparator" w:id="0">
    <w:p w14:paraId="7932B30B" w14:textId="77777777" w:rsidR="00DA4ABD" w:rsidRDefault="00DA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351235"/>
      <w:docPartObj>
        <w:docPartGallery w:val="Page Numbers (Bottom of Page)"/>
        <w:docPartUnique/>
      </w:docPartObj>
    </w:sdtPr>
    <w:sdtEndPr>
      <w:rPr>
        <w:noProof/>
      </w:rPr>
    </w:sdtEndPr>
    <w:sdtContent>
      <w:p w14:paraId="023FABC3" w14:textId="77777777" w:rsidR="00DA4ABD" w:rsidRDefault="00DA4ABD">
        <w:pPr>
          <w:pStyle w:val="Footer"/>
          <w:jc w:val="center"/>
        </w:pPr>
        <w:r>
          <w:fldChar w:fldCharType="begin"/>
        </w:r>
        <w:r>
          <w:instrText xml:space="preserve"> PAGE   \* MERGEFORMAT </w:instrText>
        </w:r>
        <w:r>
          <w:fldChar w:fldCharType="separate"/>
        </w:r>
        <w:r w:rsidR="008F5A17">
          <w:rPr>
            <w:noProof/>
          </w:rPr>
          <w:t>1</w:t>
        </w:r>
        <w:r>
          <w:rPr>
            <w:noProof/>
          </w:rPr>
          <w:fldChar w:fldCharType="end"/>
        </w:r>
      </w:p>
    </w:sdtContent>
  </w:sdt>
  <w:p w14:paraId="5FACF8BB" w14:textId="77777777" w:rsidR="00DA4ABD" w:rsidRDefault="00DA4ABD">
    <w:pPr>
      <w:pStyle w:val="Footer"/>
      <w:rPr>
        <w: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A986B" w14:textId="77777777" w:rsidR="00DA4ABD" w:rsidRDefault="00DA4ABD">
      <w:r>
        <w:separator/>
      </w:r>
    </w:p>
  </w:footnote>
  <w:footnote w:type="continuationSeparator" w:id="0">
    <w:p w14:paraId="3D8BF9F1" w14:textId="77777777" w:rsidR="00DA4ABD" w:rsidRDefault="00DA4A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ABAF8" w14:textId="77777777" w:rsidR="00DA4ABD" w:rsidRDefault="00DA4ABD">
    <w:pPr>
      <w:pStyle w:val="Header"/>
    </w:pPr>
    <w:r>
      <w:t>Neumann University Education Division</w:t>
    </w:r>
  </w:p>
  <w:p w14:paraId="33E38CDE" w14:textId="77777777" w:rsidR="00DA4ABD" w:rsidRDefault="00DA4ABD">
    <w:pPr>
      <w:pStyle w:val="Header"/>
      <w:jc w:val="center"/>
      <w:rPr>
        <w:i/>
        <w:sz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6363CE6"/>
    <w:multiLevelType w:val="hybridMultilevel"/>
    <w:tmpl w:val="53C2A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F1044"/>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E6F4572"/>
    <w:multiLevelType w:val="hybridMultilevel"/>
    <w:tmpl w:val="25A81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F3D83"/>
    <w:multiLevelType w:val="multilevel"/>
    <w:tmpl w:val="273A430A"/>
    <w:lvl w:ilvl="0">
      <w:start w:val="1"/>
      <w:numFmt w:val="upperLetter"/>
      <w:lvlText w:val="%1."/>
      <w:lvlJc w:val="left"/>
      <w:pPr>
        <w:tabs>
          <w:tab w:val="num" w:pos="360"/>
        </w:tabs>
        <w:ind w:left="288" w:hanging="288"/>
      </w:pPr>
      <w:rPr>
        <w:rFonts w:ascii="Times New Roman" w:hAnsi="Times New Roman" w:hint="default"/>
        <w:b w:val="0"/>
        <w:i w:val="0"/>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D4A2F1C"/>
    <w:multiLevelType w:val="hybridMultilevel"/>
    <w:tmpl w:val="9A541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6E6EF5"/>
    <w:multiLevelType w:val="hybridMultilevel"/>
    <w:tmpl w:val="1620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7B01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8"/>
        <w:lvlJc w:val="left"/>
        <w:pPr>
          <w:ind w:left="288" w:hanging="288"/>
        </w:pPr>
        <w:rPr>
          <w:rFonts w:ascii="Symbol" w:hAnsi="Symbol" w:hint="default"/>
        </w:rPr>
      </w:lvl>
    </w:lvlOverride>
  </w:num>
  <w:num w:numId="2">
    <w:abstractNumId w:val="4"/>
  </w:num>
  <w:num w:numId="3">
    <w:abstractNumId w:val="7"/>
  </w:num>
  <w:num w:numId="4">
    <w:abstractNumId w:val="2"/>
  </w:num>
  <w:num w:numId="5">
    <w:abstractNumId w:val="6"/>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DB"/>
    <w:rsid w:val="0001568B"/>
    <w:rsid w:val="00052179"/>
    <w:rsid w:val="00060F7E"/>
    <w:rsid w:val="000E7D71"/>
    <w:rsid w:val="000F583F"/>
    <w:rsid w:val="00102B22"/>
    <w:rsid w:val="0011119F"/>
    <w:rsid w:val="001453DC"/>
    <w:rsid w:val="001521DE"/>
    <w:rsid w:val="001B29CF"/>
    <w:rsid w:val="001C373A"/>
    <w:rsid w:val="001C4526"/>
    <w:rsid w:val="001D63EC"/>
    <w:rsid w:val="00201129"/>
    <w:rsid w:val="00201E11"/>
    <w:rsid w:val="002A067D"/>
    <w:rsid w:val="00313E59"/>
    <w:rsid w:val="00327269"/>
    <w:rsid w:val="00343F4D"/>
    <w:rsid w:val="00354C8F"/>
    <w:rsid w:val="00366AA2"/>
    <w:rsid w:val="00395236"/>
    <w:rsid w:val="003D57E3"/>
    <w:rsid w:val="0041080C"/>
    <w:rsid w:val="00420D8B"/>
    <w:rsid w:val="00472A51"/>
    <w:rsid w:val="004C5151"/>
    <w:rsid w:val="0051311C"/>
    <w:rsid w:val="00562A83"/>
    <w:rsid w:val="00566993"/>
    <w:rsid w:val="005715C4"/>
    <w:rsid w:val="0057489F"/>
    <w:rsid w:val="00597E3C"/>
    <w:rsid w:val="005B28CE"/>
    <w:rsid w:val="005C054B"/>
    <w:rsid w:val="005D3990"/>
    <w:rsid w:val="005E217A"/>
    <w:rsid w:val="005F08B4"/>
    <w:rsid w:val="006047B2"/>
    <w:rsid w:val="00662CDB"/>
    <w:rsid w:val="0067441B"/>
    <w:rsid w:val="0067592F"/>
    <w:rsid w:val="0068361C"/>
    <w:rsid w:val="00687D9C"/>
    <w:rsid w:val="006916C2"/>
    <w:rsid w:val="006924C6"/>
    <w:rsid w:val="006D4C38"/>
    <w:rsid w:val="006E4A09"/>
    <w:rsid w:val="00764DAB"/>
    <w:rsid w:val="00776709"/>
    <w:rsid w:val="007C34DB"/>
    <w:rsid w:val="007C5F56"/>
    <w:rsid w:val="007C68E5"/>
    <w:rsid w:val="008431B8"/>
    <w:rsid w:val="0085796F"/>
    <w:rsid w:val="008D6ABD"/>
    <w:rsid w:val="008D773C"/>
    <w:rsid w:val="008E1D26"/>
    <w:rsid w:val="008E5998"/>
    <w:rsid w:val="008F0339"/>
    <w:rsid w:val="008F0EFD"/>
    <w:rsid w:val="008F5A17"/>
    <w:rsid w:val="00930BCB"/>
    <w:rsid w:val="00965AAC"/>
    <w:rsid w:val="009A054B"/>
    <w:rsid w:val="009B6234"/>
    <w:rsid w:val="009C0266"/>
    <w:rsid w:val="009D1B1E"/>
    <w:rsid w:val="009D21D5"/>
    <w:rsid w:val="009E14C4"/>
    <w:rsid w:val="009E2C3A"/>
    <w:rsid w:val="00A16B8B"/>
    <w:rsid w:val="00A57971"/>
    <w:rsid w:val="00A846AD"/>
    <w:rsid w:val="00A92458"/>
    <w:rsid w:val="00AC15CA"/>
    <w:rsid w:val="00AD39D1"/>
    <w:rsid w:val="00B06A38"/>
    <w:rsid w:val="00B12CC5"/>
    <w:rsid w:val="00B46DB3"/>
    <w:rsid w:val="00B7410D"/>
    <w:rsid w:val="00B74F19"/>
    <w:rsid w:val="00B978CA"/>
    <w:rsid w:val="00BA4876"/>
    <w:rsid w:val="00BC28F1"/>
    <w:rsid w:val="00BC4570"/>
    <w:rsid w:val="00C252A2"/>
    <w:rsid w:val="00CE7981"/>
    <w:rsid w:val="00CF28D3"/>
    <w:rsid w:val="00D37CAA"/>
    <w:rsid w:val="00D474A4"/>
    <w:rsid w:val="00D70F58"/>
    <w:rsid w:val="00D86195"/>
    <w:rsid w:val="00DA4ABD"/>
    <w:rsid w:val="00DA618A"/>
    <w:rsid w:val="00DB43E8"/>
    <w:rsid w:val="00DD2FAA"/>
    <w:rsid w:val="00DD4282"/>
    <w:rsid w:val="00E0137A"/>
    <w:rsid w:val="00E30498"/>
    <w:rsid w:val="00E31E3F"/>
    <w:rsid w:val="00E614DC"/>
    <w:rsid w:val="00E832A5"/>
    <w:rsid w:val="00E916EC"/>
    <w:rsid w:val="00EA2307"/>
    <w:rsid w:val="00EA2D7E"/>
    <w:rsid w:val="00EB3B2A"/>
    <w:rsid w:val="00ED6441"/>
    <w:rsid w:val="00F4420C"/>
    <w:rsid w:val="00FA47A8"/>
    <w:rsid w:val="00FB0FAC"/>
    <w:rsid w:val="00FE0D83"/>
    <w:rsid w:val="00FE7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968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DD2FAA"/>
  </w:style>
  <w:style w:type="paragraph" w:styleId="ListParagraph">
    <w:name w:val="List Paragraph"/>
    <w:basedOn w:val="Normal"/>
    <w:uiPriority w:val="34"/>
    <w:qFormat/>
    <w:rsid w:val="00DA4A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DD2FAA"/>
  </w:style>
  <w:style w:type="paragraph" w:styleId="ListParagraph">
    <w:name w:val="List Paragraph"/>
    <w:basedOn w:val="Normal"/>
    <w:uiPriority w:val="34"/>
    <w:qFormat/>
    <w:rsid w:val="00DA4A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93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pdesa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Final%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Settings\user\Desktop\Final Lesson Plan Template.dot</Template>
  <TotalTime>2</TotalTime>
  <Pages>5</Pages>
  <Words>1261</Words>
  <Characters>7191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Course Description</vt:lpstr>
    </vt:vector>
  </TitlesOfParts>
  <Company>casd</Company>
  <LinksUpToDate>false</LinksUpToDate>
  <CharactersWithSpaces>8436</CharactersWithSpaces>
  <SharedDoc>false</SharedDoc>
  <HLinks>
    <vt:vector size="6" baseType="variant">
      <vt:variant>
        <vt:i4>6553632</vt:i4>
      </vt:variant>
      <vt:variant>
        <vt:i4>38</vt:i4>
      </vt:variant>
      <vt:variant>
        <vt:i4>0</vt:i4>
      </vt:variant>
      <vt:variant>
        <vt:i4>5</vt:i4>
      </vt:variant>
      <vt:variant>
        <vt:lpwstr>http://www.pde.state.pa.us/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Description</dc:title>
  <dc:creator>casd</dc:creator>
  <cp:lastModifiedBy>Alexa  DeRose</cp:lastModifiedBy>
  <cp:revision>3</cp:revision>
  <cp:lastPrinted>2009-11-11T14:47:00Z</cp:lastPrinted>
  <dcterms:created xsi:type="dcterms:W3CDTF">2014-09-26T15:01:00Z</dcterms:created>
  <dcterms:modified xsi:type="dcterms:W3CDTF">2014-09-26T15:02:00Z</dcterms:modified>
</cp:coreProperties>
</file>